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19499" w14:textId="77777777" w:rsidR="006E5D65" w:rsidRPr="00A04011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04011">
        <w:rPr>
          <w:rFonts w:ascii="Times New Roman" w:hAnsi="Times New Roman"/>
          <w:b/>
          <w:bCs/>
        </w:rPr>
        <w:t xml:space="preserve">   </w:t>
      </w:r>
      <w:r w:rsidR="00CD6897" w:rsidRPr="00A04011">
        <w:rPr>
          <w:rFonts w:ascii="Times New Roman" w:hAnsi="Times New Roman"/>
          <w:b/>
          <w:bCs/>
        </w:rPr>
        <w:tab/>
      </w:r>
      <w:r w:rsidR="00CD6897" w:rsidRPr="00A04011">
        <w:rPr>
          <w:rFonts w:ascii="Times New Roman" w:hAnsi="Times New Roman"/>
          <w:b/>
          <w:bCs/>
        </w:rPr>
        <w:tab/>
      </w:r>
      <w:r w:rsidR="00CD6897" w:rsidRPr="00A04011">
        <w:rPr>
          <w:rFonts w:ascii="Times New Roman" w:hAnsi="Times New Roman"/>
          <w:b/>
          <w:bCs/>
        </w:rPr>
        <w:tab/>
      </w:r>
      <w:r w:rsidR="00CD6897" w:rsidRPr="00A04011">
        <w:rPr>
          <w:rFonts w:ascii="Times New Roman" w:hAnsi="Times New Roman"/>
          <w:b/>
          <w:bCs/>
        </w:rPr>
        <w:tab/>
      </w:r>
      <w:r w:rsidR="00CD6897" w:rsidRPr="00A04011">
        <w:rPr>
          <w:rFonts w:ascii="Times New Roman" w:hAnsi="Times New Roman"/>
          <w:b/>
          <w:bCs/>
        </w:rPr>
        <w:tab/>
      </w:r>
      <w:r w:rsidR="00CD6897" w:rsidRPr="00A04011">
        <w:rPr>
          <w:rFonts w:ascii="Times New Roman" w:hAnsi="Times New Roman"/>
          <w:b/>
          <w:bCs/>
        </w:rPr>
        <w:tab/>
      </w:r>
      <w:r w:rsidR="00D8678B" w:rsidRPr="00A04011">
        <w:rPr>
          <w:rFonts w:ascii="Times New Roman" w:hAnsi="Times New Roman"/>
          <w:bCs/>
          <w:i/>
        </w:rPr>
        <w:t xml:space="preserve">Załącznik nr </w:t>
      </w:r>
      <w:r w:rsidR="006F31E2" w:rsidRPr="00A04011">
        <w:rPr>
          <w:rFonts w:ascii="Times New Roman" w:hAnsi="Times New Roman"/>
          <w:bCs/>
          <w:i/>
        </w:rPr>
        <w:t>1.5</w:t>
      </w:r>
      <w:r w:rsidR="00D8678B" w:rsidRPr="00A04011">
        <w:rPr>
          <w:rFonts w:ascii="Times New Roman" w:hAnsi="Times New Roman"/>
          <w:bCs/>
          <w:i/>
        </w:rPr>
        <w:t xml:space="preserve"> do Zarządzenia</w:t>
      </w:r>
      <w:r w:rsidR="002A22BF" w:rsidRPr="00A04011">
        <w:rPr>
          <w:rFonts w:ascii="Times New Roman" w:hAnsi="Times New Roman"/>
          <w:bCs/>
          <w:i/>
        </w:rPr>
        <w:t xml:space="preserve"> Rektora UR </w:t>
      </w:r>
      <w:r w:rsidR="00CD6897" w:rsidRPr="00A04011">
        <w:rPr>
          <w:rFonts w:ascii="Times New Roman" w:hAnsi="Times New Roman"/>
          <w:bCs/>
          <w:i/>
        </w:rPr>
        <w:t xml:space="preserve"> nr </w:t>
      </w:r>
      <w:r w:rsidR="00F17567" w:rsidRPr="00A04011">
        <w:rPr>
          <w:rFonts w:ascii="Times New Roman" w:hAnsi="Times New Roman"/>
          <w:bCs/>
          <w:i/>
        </w:rPr>
        <w:t>12/2019</w:t>
      </w:r>
    </w:p>
    <w:p w14:paraId="659E6D13" w14:textId="77777777" w:rsidR="0085747A" w:rsidRPr="00A0401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A04011">
        <w:rPr>
          <w:rFonts w:ascii="Times New Roman" w:hAnsi="Times New Roman"/>
          <w:b/>
          <w:smallCaps/>
          <w:sz w:val="24"/>
        </w:rPr>
        <w:t>SYLABUS</w:t>
      </w:r>
    </w:p>
    <w:p w14:paraId="09CB5449" w14:textId="77777777" w:rsidR="0085747A" w:rsidRPr="00A0401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A04011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A04011">
        <w:rPr>
          <w:rFonts w:ascii="Times New Roman" w:hAnsi="Times New Roman"/>
          <w:b/>
          <w:smallCaps/>
          <w:sz w:val="24"/>
        </w:rPr>
        <w:t xml:space="preserve"> </w:t>
      </w:r>
      <w:r w:rsidR="00DA4EBE" w:rsidRPr="00A04011">
        <w:rPr>
          <w:rFonts w:ascii="Times New Roman" w:hAnsi="Times New Roman"/>
          <w:i/>
          <w:smallCaps/>
          <w:sz w:val="24"/>
        </w:rPr>
        <w:t>2019-2022</w:t>
      </w:r>
    </w:p>
    <w:p w14:paraId="586D3AF3" w14:textId="187FE92B" w:rsidR="0085747A" w:rsidRPr="00A04011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A04011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A04011">
        <w:rPr>
          <w:rFonts w:ascii="Times New Roman" w:hAnsi="Times New Roman"/>
          <w:i/>
          <w:sz w:val="20"/>
        </w:rPr>
        <w:tab/>
        <w:t xml:space="preserve">   </w:t>
      </w:r>
      <w:r w:rsidR="0085747A" w:rsidRPr="00A04011">
        <w:rPr>
          <w:rFonts w:ascii="Times New Roman" w:hAnsi="Times New Roman"/>
          <w:i/>
          <w:sz w:val="20"/>
        </w:rPr>
        <w:t>(skrajne daty</w:t>
      </w:r>
      <w:r w:rsidR="0085747A" w:rsidRPr="00A04011">
        <w:rPr>
          <w:rFonts w:ascii="Times New Roman" w:hAnsi="Times New Roman"/>
          <w:sz w:val="20"/>
        </w:rPr>
        <w:t>)</w:t>
      </w:r>
    </w:p>
    <w:p w14:paraId="717B7296" w14:textId="1BE895FB" w:rsidR="00445970" w:rsidRPr="00A04011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A04011">
        <w:rPr>
          <w:rFonts w:ascii="Times New Roman" w:hAnsi="Times New Roman"/>
        </w:rPr>
        <w:tab/>
      </w:r>
      <w:r w:rsidRPr="00A04011">
        <w:rPr>
          <w:rFonts w:ascii="Times New Roman" w:hAnsi="Times New Roman"/>
        </w:rPr>
        <w:tab/>
      </w:r>
      <w:r w:rsidRPr="00A04011">
        <w:rPr>
          <w:rFonts w:ascii="Times New Roman" w:hAnsi="Times New Roman"/>
        </w:rPr>
        <w:tab/>
      </w:r>
      <w:r w:rsidRPr="00A04011">
        <w:rPr>
          <w:rFonts w:ascii="Times New Roman" w:hAnsi="Times New Roman"/>
        </w:rPr>
        <w:tab/>
        <w:t xml:space="preserve">Rok akademicki </w:t>
      </w:r>
      <w:r w:rsidR="00DA4EBE" w:rsidRPr="00A04011">
        <w:rPr>
          <w:rFonts w:ascii="Times New Roman" w:hAnsi="Times New Roman"/>
        </w:rPr>
        <w:t>20</w:t>
      </w:r>
      <w:r w:rsidR="00B776BF" w:rsidRPr="00A04011">
        <w:rPr>
          <w:rFonts w:ascii="Times New Roman" w:hAnsi="Times New Roman"/>
        </w:rPr>
        <w:t>20</w:t>
      </w:r>
      <w:r w:rsidR="00DA4EBE" w:rsidRPr="00A04011">
        <w:rPr>
          <w:rFonts w:ascii="Times New Roman" w:hAnsi="Times New Roman"/>
        </w:rPr>
        <w:t>/202</w:t>
      </w:r>
      <w:r w:rsidR="00B776BF" w:rsidRPr="00A04011">
        <w:rPr>
          <w:rFonts w:ascii="Times New Roman" w:hAnsi="Times New Roman"/>
        </w:rPr>
        <w:t>1</w:t>
      </w:r>
    </w:p>
    <w:p w14:paraId="27E7DD6E" w14:textId="77777777" w:rsidR="0085747A" w:rsidRPr="00A0401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05267F09" w14:textId="72212D56" w:rsidR="0085747A" w:rsidRDefault="0085747A" w:rsidP="00A04011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A04011">
        <w:rPr>
          <w:sz w:val="22"/>
        </w:rPr>
        <w:t xml:space="preserve">Podstawowe </w:t>
      </w:r>
      <w:r w:rsidR="00445970" w:rsidRPr="00A04011">
        <w:rPr>
          <w:sz w:val="22"/>
        </w:rPr>
        <w:t>informacje o przedmiocie</w:t>
      </w:r>
    </w:p>
    <w:p w14:paraId="4A60797B" w14:textId="77777777" w:rsidR="00A04011" w:rsidRPr="00A04011" w:rsidRDefault="00A04011" w:rsidP="00A0401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04011" w14:paraId="2490A7A2" w14:textId="77777777" w:rsidTr="00B819C8">
        <w:tc>
          <w:tcPr>
            <w:tcW w:w="2694" w:type="dxa"/>
            <w:vAlign w:val="center"/>
          </w:tcPr>
          <w:p w14:paraId="30E426FB" w14:textId="77777777" w:rsidR="0085747A" w:rsidRPr="00A040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B83331" w14:textId="77777777" w:rsidR="0085747A" w:rsidRPr="00A04011" w:rsidRDefault="000601B5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A04011">
              <w:rPr>
                <w:sz w:val="22"/>
              </w:rPr>
              <w:t>Wstęp do metodologii badań</w:t>
            </w:r>
          </w:p>
        </w:tc>
      </w:tr>
      <w:tr w:rsidR="0085747A" w:rsidRPr="00A04011" w14:paraId="0FC1D8C7" w14:textId="77777777" w:rsidTr="00B819C8">
        <w:tc>
          <w:tcPr>
            <w:tcW w:w="2694" w:type="dxa"/>
            <w:vAlign w:val="center"/>
          </w:tcPr>
          <w:p w14:paraId="5C7BBA9B" w14:textId="77777777" w:rsidR="0085747A" w:rsidRPr="00A040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Kod przedmiotu</w:t>
            </w:r>
            <w:r w:rsidR="0085747A" w:rsidRPr="00A0401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11B2B476" w14:textId="772C1921" w:rsidR="0085747A" w:rsidRPr="00A04011" w:rsidRDefault="00A0401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A04011" w14:paraId="4DC7ED33" w14:textId="77777777" w:rsidTr="00B819C8">
        <w:tc>
          <w:tcPr>
            <w:tcW w:w="2694" w:type="dxa"/>
            <w:vAlign w:val="center"/>
          </w:tcPr>
          <w:p w14:paraId="1AA60FD4" w14:textId="77777777" w:rsidR="0085747A" w:rsidRPr="00A0401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nazwa</w:t>
            </w:r>
            <w:r w:rsidR="00C05F44" w:rsidRPr="00A0401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BA0111" w14:textId="6C6A3AA7" w:rsidR="0085747A" w:rsidRPr="00A04011" w:rsidRDefault="001D443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04011" w14:paraId="751C609D" w14:textId="77777777" w:rsidTr="00B819C8">
        <w:tc>
          <w:tcPr>
            <w:tcW w:w="2694" w:type="dxa"/>
            <w:vAlign w:val="center"/>
          </w:tcPr>
          <w:p w14:paraId="09E39978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B833F32" w14:textId="5FC70D26" w:rsidR="0085747A" w:rsidRPr="00A04011" w:rsidRDefault="002B336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04011" w14:paraId="4194BA2C" w14:textId="77777777" w:rsidTr="00B819C8">
        <w:tc>
          <w:tcPr>
            <w:tcW w:w="2694" w:type="dxa"/>
            <w:vAlign w:val="center"/>
          </w:tcPr>
          <w:p w14:paraId="5CB36630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6422B7" w14:textId="77777777" w:rsidR="0085747A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Nauki o rodzinie</w:t>
            </w:r>
          </w:p>
        </w:tc>
      </w:tr>
      <w:tr w:rsidR="0085747A" w:rsidRPr="00A04011" w14:paraId="28C28329" w14:textId="77777777" w:rsidTr="00B819C8">
        <w:tc>
          <w:tcPr>
            <w:tcW w:w="2694" w:type="dxa"/>
            <w:vAlign w:val="center"/>
          </w:tcPr>
          <w:p w14:paraId="01B6EED9" w14:textId="77777777" w:rsidR="0085747A" w:rsidRPr="00A0401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F5AB89" w14:textId="77777777" w:rsidR="0085747A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I</w:t>
            </w:r>
          </w:p>
        </w:tc>
      </w:tr>
      <w:tr w:rsidR="0085747A" w:rsidRPr="00A04011" w14:paraId="159B41FA" w14:textId="77777777" w:rsidTr="00B819C8">
        <w:tc>
          <w:tcPr>
            <w:tcW w:w="2694" w:type="dxa"/>
            <w:vAlign w:val="center"/>
          </w:tcPr>
          <w:p w14:paraId="492E84F3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AF3BF1" w14:textId="77777777" w:rsidR="0085747A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praktyczny</w:t>
            </w:r>
          </w:p>
        </w:tc>
      </w:tr>
      <w:tr w:rsidR="0085747A" w:rsidRPr="00A04011" w14:paraId="7BC01902" w14:textId="77777777" w:rsidTr="00B819C8">
        <w:tc>
          <w:tcPr>
            <w:tcW w:w="2694" w:type="dxa"/>
            <w:vAlign w:val="center"/>
          </w:tcPr>
          <w:p w14:paraId="003EDADB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5EBE88" w14:textId="77777777" w:rsidR="0085747A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stacjonarne</w:t>
            </w:r>
          </w:p>
        </w:tc>
      </w:tr>
      <w:tr w:rsidR="0085747A" w:rsidRPr="00A04011" w14:paraId="63E3F60A" w14:textId="77777777" w:rsidTr="00B819C8">
        <w:tc>
          <w:tcPr>
            <w:tcW w:w="2694" w:type="dxa"/>
            <w:vAlign w:val="center"/>
          </w:tcPr>
          <w:p w14:paraId="138C5362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Rok i semestr</w:t>
            </w:r>
            <w:r w:rsidR="0030395F" w:rsidRPr="00A04011">
              <w:rPr>
                <w:sz w:val="22"/>
                <w:szCs w:val="22"/>
              </w:rPr>
              <w:t>/y</w:t>
            </w:r>
            <w:r w:rsidRPr="00A0401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678848" w14:textId="77777777" w:rsidR="0085747A" w:rsidRPr="00A04011" w:rsidRDefault="00733DD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Rok 2, semestr 4</w:t>
            </w:r>
          </w:p>
        </w:tc>
      </w:tr>
      <w:tr w:rsidR="0085747A" w:rsidRPr="00A04011" w14:paraId="03D5E42D" w14:textId="77777777" w:rsidTr="00B819C8">
        <w:tc>
          <w:tcPr>
            <w:tcW w:w="2694" w:type="dxa"/>
            <w:vAlign w:val="center"/>
          </w:tcPr>
          <w:p w14:paraId="3B62CD34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670920" w14:textId="77777777" w:rsidR="0085747A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Przedmioty</w:t>
            </w:r>
            <w:r w:rsidR="00CA773C" w:rsidRPr="00A04011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A04011" w14:paraId="479276E4" w14:textId="77777777" w:rsidTr="00B819C8">
        <w:tc>
          <w:tcPr>
            <w:tcW w:w="2694" w:type="dxa"/>
            <w:vAlign w:val="center"/>
          </w:tcPr>
          <w:p w14:paraId="3F9F33C4" w14:textId="77777777" w:rsidR="00923D7D" w:rsidRPr="00A0401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91C07E" w14:textId="77777777" w:rsidR="00923D7D" w:rsidRPr="00A0401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polski</w:t>
            </w:r>
          </w:p>
        </w:tc>
      </w:tr>
      <w:tr w:rsidR="0085747A" w:rsidRPr="00A04011" w14:paraId="1B3B90E5" w14:textId="77777777" w:rsidTr="00B819C8">
        <w:tc>
          <w:tcPr>
            <w:tcW w:w="2694" w:type="dxa"/>
            <w:vAlign w:val="center"/>
          </w:tcPr>
          <w:p w14:paraId="58E7EFDA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E97508" w14:textId="77777777" w:rsidR="0085747A" w:rsidRPr="00A04011" w:rsidRDefault="009D6FF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 xml:space="preserve">Dr </w:t>
            </w:r>
            <w:r w:rsidR="00013AEF" w:rsidRPr="00A04011">
              <w:rPr>
                <w:b w:val="0"/>
                <w:sz w:val="22"/>
              </w:rPr>
              <w:t>Barbara Lulek</w:t>
            </w:r>
          </w:p>
        </w:tc>
      </w:tr>
      <w:tr w:rsidR="0085747A" w:rsidRPr="00A04011" w14:paraId="380660D9" w14:textId="77777777" w:rsidTr="00B819C8">
        <w:tc>
          <w:tcPr>
            <w:tcW w:w="2694" w:type="dxa"/>
            <w:vAlign w:val="center"/>
          </w:tcPr>
          <w:p w14:paraId="573264A0" w14:textId="77777777" w:rsidR="0085747A" w:rsidRPr="00A040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4B3A3F" w14:textId="17115CDC" w:rsidR="0085747A" w:rsidRPr="00A04011" w:rsidRDefault="00A0401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14:paraId="67BE3621" w14:textId="77777777" w:rsidR="0085747A" w:rsidRPr="00A0401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A04011">
        <w:rPr>
          <w:szCs w:val="22"/>
        </w:rPr>
        <w:t xml:space="preserve">* </w:t>
      </w:r>
      <w:r w:rsidRPr="00A04011">
        <w:rPr>
          <w:i/>
          <w:szCs w:val="22"/>
        </w:rPr>
        <w:t>-</w:t>
      </w:r>
      <w:r w:rsidR="00B90885" w:rsidRPr="00A04011">
        <w:rPr>
          <w:b w:val="0"/>
          <w:i/>
          <w:szCs w:val="22"/>
        </w:rPr>
        <w:t>opcjonalni</w:t>
      </w:r>
      <w:r w:rsidR="00B90885" w:rsidRPr="00A04011">
        <w:rPr>
          <w:b w:val="0"/>
          <w:szCs w:val="22"/>
        </w:rPr>
        <w:t>e,</w:t>
      </w:r>
      <w:r w:rsidRPr="00A04011">
        <w:rPr>
          <w:i/>
          <w:szCs w:val="22"/>
        </w:rPr>
        <w:t xml:space="preserve"> </w:t>
      </w:r>
      <w:r w:rsidRPr="00A04011">
        <w:rPr>
          <w:b w:val="0"/>
          <w:i/>
          <w:szCs w:val="22"/>
        </w:rPr>
        <w:t xml:space="preserve">zgodnie z ustaleniami </w:t>
      </w:r>
      <w:r w:rsidR="00B90885" w:rsidRPr="00A04011">
        <w:rPr>
          <w:b w:val="0"/>
          <w:i/>
          <w:szCs w:val="22"/>
        </w:rPr>
        <w:t>w Jednostce</w:t>
      </w:r>
    </w:p>
    <w:p w14:paraId="072F6CE7" w14:textId="77777777" w:rsidR="00923D7D" w:rsidRPr="00A04011" w:rsidRDefault="00923D7D" w:rsidP="009C54AE">
      <w:pPr>
        <w:pStyle w:val="Podpunkty"/>
        <w:ind w:left="0"/>
        <w:rPr>
          <w:szCs w:val="22"/>
        </w:rPr>
      </w:pPr>
    </w:p>
    <w:p w14:paraId="41719663" w14:textId="77777777" w:rsidR="0085747A" w:rsidRPr="00A04011" w:rsidRDefault="0085747A" w:rsidP="009C54AE">
      <w:pPr>
        <w:pStyle w:val="Podpunkty"/>
        <w:ind w:left="284"/>
        <w:rPr>
          <w:szCs w:val="22"/>
        </w:rPr>
      </w:pPr>
      <w:r w:rsidRPr="00A04011">
        <w:rPr>
          <w:szCs w:val="22"/>
        </w:rPr>
        <w:t>1.</w:t>
      </w:r>
      <w:r w:rsidR="00E22FBC" w:rsidRPr="00A04011">
        <w:rPr>
          <w:szCs w:val="22"/>
        </w:rPr>
        <w:t>1</w:t>
      </w:r>
      <w:r w:rsidRPr="00A04011">
        <w:rPr>
          <w:szCs w:val="22"/>
        </w:rPr>
        <w:t xml:space="preserve">.Formy zajęć dydaktycznych, wymiar godzin i punktów ECTS </w:t>
      </w:r>
    </w:p>
    <w:p w14:paraId="3DA31DD8" w14:textId="77777777" w:rsidR="00923D7D" w:rsidRPr="00A04011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A04011" w14:paraId="6E817C85" w14:textId="77777777" w:rsidTr="00A0401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C50E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Semestr</w:t>
            </w:r>
          </w:p>
          <w:p w14:paraId="25E07EE8" w14:textId="77777777" w:rsidR="00015B8F" w:rsidRPr="00A04011" w:rsidRDefault="002B5EA0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(</w:t>
            </w:r>
            <w:r w:rsidR="00363F78" w:rsidRPr="00A04011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5570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04011">
              <w:rPr>
                <w:sz w:val="22"/>
              </w:rPr>
              <w:t>Wykł</w:t>
            </w:r>
            <w:proofErr w:type="spellEnd"/>
            <w:r w:rsidRPr="00A0401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6449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9A4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04011">
              <w:rPr>
                <w:sz w:val="22"/>
              </w:rPr>
              <w:t>Konw</w:t>
            </w:r>
            <w:proofErr w:type="spellEnd"/>
            <w:r w:rsidRPr="00A0401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0076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A0AF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04011">
              <w:rPr>
                <w:sz w:val="22"/>
              </w:rPr>
              <w:t>Sem</w:t>
            </w:r>
            <w:proofErr w:type="spellEnd"/>
            <w:r w:rsidRPr="00A04011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300A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E101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04011">
              <w:rPr>
                <w:sz w:val="22"/>
              </w:rPr>
              <w:t>Prakt</w:t>
            </w:r>
            <w:proofErr w:type="spellEnd"/>
            <w:r w:rsidRPr="00A0401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29018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04011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D36A" w14:textId="77777777" w:rsidR="00015B8F" w:rsidRPr="00A04011" w:rsidRDefault="00015B8F" w:rsidP="00A0401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A04011">
              <w:rPr>
                <w:b/>
                <w:sz w:val="22"/>
              </w:rPr>
              <w:t>Liczba pkt</w:t>
            </w:r>
            <w:r w:rsidR="00B90885" w:rsidRPr="00A04011">
              <w:rPr>
                <w:b/>
                <w:sz w:val="22"/>
              </w:rPr>
              <w:t>.</w:t>
            </w:r>
            <w:r w:rsidRPr="00A04011">
              <w:rPr>
                <w:b/>
                <w:sz w:val="22"/>
              </w:rPr>
              <w:t xml:space="preserve"> ECTS</w:t>
            </w:r>
          </w:p>
        </w:tc>
      </w:tr>
      <w:tr w:rsidR="00015B8F" w:rsidRPr="00A04011" w14:paraId="14DB4302" w14:textId="77777777" w:rsidTr="00A0401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2F39F" w14:textId="77777777" w:rsidR="00015B8F" w:rsidRPr="00A04011" w:rsidRDefault="00733DDE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1DF6" w14:textId="77777777" w:rsidR="00015B8F" w:rsidRPr="00A04011" w:rsidRDefault="00733DDE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424D" w14:textId="77777777" w:rsidR="00015B8F" w:rsidRPr="00A04011" w:rsidRDefault="00733DDE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7F4D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AC6D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AA62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7B2C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0D57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1F4" w14:textId="77777777" w:rsidR="00015B8F" w:rsidRPr="00A04011" w:rsidRDefault="00015B8F" w:rsidP="00A0401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8DF9" w14:textId="77777777" w:rsidR="00015B8F" w:rsidRPr="00A04011" w:rsidRDefault="00733DDE" w:rsidP="00A0401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A04011">
              <w:rPr>
                <w:b/>
                <w:sz w:val="22"/>
                <w:szCs w:val="22"/>
              </w:rPr>
              <w:t>4</w:t>
            </w:r>
          </w:p>
        </w:tc>
      </w:tr>
    </w:tbl>
    <w:p w14:paraId="4353C1D0" w14:textId="77777777" w:rsidR="00923D7D" w:rsidRPr="00A04011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7F3F15E3" w14:textId="77777777" w:rsidR="00923D7D" w:rsidRPr="00A04011" w:rsidRDefault="00923D7D" w:rsidP="009C54AE">
      <w:pPr>
        <w:pStyle w:val="Podpunkty"/>
        <w:rPr>
          <w:b w:val="0"/>
          <w:szCs w:val="22"/>
          <w:lang w:eastAsia="en-US"/>
        </w:rPr>
      </w:pPr>
    </w:p>
    <w:p w14:paraId="323790B0" w14:textId="77777777" w:rsidR="0085747A" w:rsidRPr="00A040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A04011">
        <w:rPr>
          <w:smallCaps w:val="0"/>
          <w:sz w:val="22"/>
        </w:rPr>
        <w:t>1.</w:t>
      </w:r>
      <w:r w:rsidR="00E22FBC" w:rsidRPr="00A04011">
        <w:rPr>
          <w:smallCaps w:val="0"/>
          <w:sz w:val="22"/>
        </w:rPr>
        <w:t>2</w:t>
      </w:r>
      <w:r w:rsidR="00F83B28" w:rsidRPr="00A04011">
        <w:rPr>
          <w:smallCaps w:val="0"/>
          <w:sz w:val="22"/>
        </w:rPr>
        <w:t>.</w:t>
      </w:r>
      <w:r w:rsidR="00F83B28" w:rsidRPr="00A04011">
        <w:rPr>
          <w:smallCaps w:val="0"/>
          <w:sz w:val="22"/>
        </w:rPr>
        <w:tab/>
      </w:r>
      <w:r w:rsidRPr="00A04011">
        <w:rPr>
          <w:smallCaps w:val="0"/>
          <w:sz w:val="22"/>
        </w:rPr>
        <w:t xml:space="preserve">Sposób realizacji zajęć  </w:t>
      </w:r>
    </w:p>
    <w:p w14:paraId="764DCC01" w14:textId="77777777" w:rsidR="00A04011" w:rsidRDefault="00A04011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14:paraId="18B68715" w14:textId="0378D34C" w:rsidR="0085747A" w:rsidRPr="00A04011" w:rsidRDefault="00A0401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A04011">
        <w:rPr>
          <w:rFonts w:eastAsia="MS Gothic"/>
          <w:b w:val="0"/>
          <w:sz w:val="22"/>
          <w:u w:val="single"/>
        </w:rPr>
        <w:t>x</w:t>
      </w:r>
      <w:r w:rsidR="0085747A" w:rsidRPr="00A04011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A04011">
        <w:rPr>
          <w:b w:val="0"/>
          <w:smallCaps w:val="0"/>
          <w:sz w:val="22"/>
          <w:u w:val="single"/>
        </w:rPr>
        <w:t xml:space="preserve">zajęcia w formie tradycyjnej </w:t>
      </w:r>
    </w:p>
    <w:p w14:paraId="2D68ED9F" w14:textId="77777777" w:rsidR="0085747A" w:rsidRPr="00A04011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A04011">
        <w:rPr>
          <w:rFonts w:ascii="Segoe UI Symbol" w:eastAsia="MS Gothic" w:hAnsi="Segoe UI Symbol" w:cs="Segoe UI Symbol"/>
          <w:b w:val="0"/>
          <w:sz w:val="22"/>
        </w:rPr>
        <w:t>☐</w:t>
      </w:r>
      <w:r w:rsidRPr="00A0401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D70C10F" w14:textId="77777777" w:rsidR="0085747A" w:rsidRPr="00A04011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59AB1D30" w14:textId="7B06177B" w:rsidR="00E22FBC" w:rsidRPr="00A0401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A04011">
        <w:rPr>
          <w:smallCaps w:val="0"/>
          <w:sz w:val="22"/>
        </w:rPr>
        <w:t xml:space="preserve">1.3 </w:t>
      </w:r>
      <w:r w:rsidR="00F83B28" w:rsidRPr="00A04011">
        <w:rPr>
          <w:smallCaps w:val="0"/>
          <w:sz w:val="22"/>
        </w:rPr>
        <w:tab/>
      </w:r>
      <w:r w:rsidRPr="00A04011">
        <w:rPr>
          <w:smallCaps w:val="0"/>
          <w:sz w:val="22"/>
        </w:rPr>
        <w:t>For</w:t>
      </w:r>
      <w:r w:rsidR="00445970" w:rsidRPr="00A04011">
        <w:rPr>
          <w:smallCaps w:val="0"/>
          <w:sz w:val="22"/>
        </w:rPr>
        <w:t xml:space="preserve">ma zaliczenia </w:t>
      </w:r>
      <w:r w:rsidR="004848C7" w:rsidRPr="00A04011">
        <w:rPr>
          <w:smallCaps w:val="0"/>
          <w:sz w:val="22"/>
        </w:rPr>
        <w:t>przedmiotu (</w:t>
      </w:r>
      <w:r w:rsidRPr="00A04011">
        <w:rPr>
          <w:smallCaps w:val="0"/>
          <w:sz w:val="22"/>
        </w:rPr>
        <w:t xml:space="preserve">z toku) </w:t>
      </w:r>
      <w:r w:rsidRPr="00A04011">
        <w:rPr>
          <w:b w:val="0"/>
          <w:smallCaps w:val="0"/>
          <w:sz w:val="22"/>
        </w:rPr>
        <w:t>(egzamin, zaliczenie z oceną, zaliczenie bez oceny)</w:t>
      </w:r>
    </w:p>
    <w:p w14:paraId="60946706" w14:textId="77777777" w:rsidR="00A04011" w:rsidRDefault="00A04011" w:rsidP="009C54AE">
      <w:pPr>
        <w:pStyle w:val="Punktygwne"/>
        <w:spacing w:before="0" w:after="0"/>
        <w:rPr>
          <w:b w:val="0"/>
          <w:sz w:val="22"/>
        </w:rPr>
      </w:pPr>
    </w:p>
    <w:p w14:paraId="148B91E2" w14:textId="4D4EBC23" w:rsidR="009C54AE" w:rsidRPr="00A04011" w:rsidRDefault="00733DDE" w:rsidP="00A04011">
      <w:pPr>
        <w:pStyle w:val="Punktygwne"/>
        <w:spacing w:before="0" w:after="0"/>
        <w:ind w:firstLine="708"/>
        <w:rPr>
          <w:b w:val="0"/>
          <w:sz w:val="22"/>
        </w:rPr>
      </w:pPr>
      <w:r w:rsidRPr="00A04011">
        <w:rPr>
          <w:b w:val="0"/>
          <w:sz w:val="22"/>
        </w:rPr>
        <w:t>egzamin</w:t>
      </w:r>
    </w:p>
    <w:p w14:paraId="49683D9A" w14:textId="77777777" w:rsidR="00E960BB" w:rsidRPr="00A04011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3F10271E" w14:textId="384148FE" w:rsidR="00E960BB" w:rsidRDefault="0085747A" w:rsidP="009C54AE">
      <w:pPr>
        <w:pStyle w:val="Punktygwne"/>
        <w:spacing w:before="0" w:after="0"/>
        <w:rPr>
          <w:sz w:val="22"/>
        </w:rPr>
      </w:pPr>
      <w:r w:rsidRPr="00A04011">
        <w:rPr>
          <w:sz w:val="22"/>
        </w:rPr>
        <w:t xml:space="preserve">2.Wymagania wstępne </w:t>
      </w:r>
    </w:p>
    <w:p w14:paraId="3B99FCC2" w14:textId="77777777" w:rsidR="00A04011" w:rsidRPr="00A04011" w:rsidRDefault="00A04011" w:rsidP="009C54AE">
      <w:pPr>
        <w:pStyle w:val="Punktygwne"/>
        <w:spacing w:before="0" w:after="0"/>
        <w:rPr>
          <w:sz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04011" w14:paraId="25F201BB" w14:textId="77777777" w:rsidTr="00A04011">
        <w:tc>
          <w:tcPr>
            <w:tcW w:w="9639" w:type="dxa"/>
          </w:tcPr>
          <w:p w14:paraId="0F3601DC" w14:textId="432F80EC" w:rsidR="0085747A" w:rsidRPr="00A04011" w:rsidRDefault="00FE1BE3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Znajomość podstawowej terminologii dotyczącej rodziny w ujęciu pedagogicznym, psychologicznym i</w:t>
            </w:r>
            <w:r w:rsidR="00C6328C">
              <w:rPr>
                <w:b w:val="0"/>
                <w:smallCaps w:val="0"/>
                <w:color w:val="000000"/>
                <w:sz w:val="22"/>
              </w:rPr>
              <w:t> </w:t>
            </w:r>
            <w:r w:rsidRPr="00A04011">
              <w:rPr>
                <w:b w:val="0"/>
                <w:smallCaps w:val="0"/>
                <w:color w:val="000000"/>
                <w:sz w:val="22"/>
              </w:rPr>
              <w:t>społecznym</w:t>
            </w:r>
          </w:p>
        </w:tc>
      </w:tr>
    </w:tbl>
    <w:p w14:paraId="50392E3C" w14:textId="6F76FF35" w:rsidR="00A04011" w:rsidRDefault="00A04011" w:rsidP="009C54AE">
      <w:pPr>
        <w:pStyle w:val="Punktygwne"/>
        <w:spacing w:before="0" w:after="0"/>
        <w:rPr>
          <w:sz w:val="22"/>
        </w:rPr>
      </w:pPr>
    </w:p>
    <w:p w14:paraId="3CAFA2B1" w14:textId="432989AB" w:rsidR="0085747A" w:rsidRPr="00A04011" w:rsidRDefault="00A0401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A04011">
        <w:rPr>
          <w:sz w:val="22"/>
        </w:rPr>
        <w:lastRenderedPageBreak/>
        <w:t>3.</w:t>
      </w:r>
      <w:r w:rsidR="0085747A" w:rsidRPr="00A04011">
        <w:rPr>
          <w:sz w:val="22"/>
        </w:rPr>
        <w:t xml:space="preserve"> </w:t>
      </w:r>
      <w:r w:rsidR="00A84C85" w:rsidRPr="00A04011">
        <w:rPr>
          <w:sz w:val="22"/>
        </w:rPr>
        <w:t>cele, efekty uczenia się</w:t>
      </w:r>
      <w:r w:rsidR="0085747A" w:rsidRPr="00A04011">
        <w:rPr>
          <w:sz w:val="22"/>
        </w:rPr>
        <w:t>, treści Programowe i stosowane metody Dydaktyczne</w:t>
      </w:r>
    </w:p>
    <w:p w14:paraId="3901338C" w14:textId="77777777" w:rsidR="0085747A" w:rsidRPr="00A04011" w:rsidRDefault="0085747A" w:rsidP="009C54AE">
      <w:pPr>
        <w:pStyle w:val="Punktygwne"/>
        <w:spacing w:before="0" w:after="0"/>
        <w:rPr>
          <w:sz w:val="22"/>
        </w:rPr>
      </w:pPr>
    </w:p>
    <w:p w14:paraId="7E235421" w14:textId="77777777" w:rsidR="0085747A" w:rsidRPr="00A04011" w:rsidRDefault="0071620A" w:rsidP="009C54AE">
      <w:pPr>
        <w:pStyle w:val="Podpunkty"/>
        <w:rPr>
          <w:szCs w:val="22"/>
        </w:rPr>
      </w:pPr>
      <w:r w:rsidRPr="00A04011">
        <w:rPr>
          <w:szCs w:val="22"/>
        </w:rPr>
        <w:t xml:space="preserve">3.1 </w:t>
      </w:r>
      <w:r w:rsidR="00C05F44" w:rsidRPr="00A04011">
        <w:rPr>
          <w:szCs w:val="22"/>
        </w:rPr>
        <w:t>Cele przedmiotu</w:t>
      </w:r>
    </w:p>
    <w:p w14:paraId="2C5F60C3" w14:textId="77777777" w:rsidR="00F83B28" w:rsidRPr="00A0401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E1BE3" w:rsidRPr="00A04011" w14:paraId="3DC8A275" w14:textId="77777777" w:rsidTr="00FE1BE3">
        <w:tc>
          <w:tcPr>
            <w:tcW w:w="845" w:type="dxa"/>
            <w:vAlign w:val="center"/>
          </w:tcPr>
          <w:p w14:paraId="620FEC88" w14:textId="77777777" w:rsidR="00FE1BE3" w:rsidRPr="00A04011" w:rsidRDefault="00FE1BE3" w:rsidP="00FE1BE3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0401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57A8792" w14:textId="5C613613" w:rsidR="00FE1BE3" w:rsidRPr="00A04011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eastAsia="Calibri"/>
                <w:b w:val="0"/>
                <w:color w:val="000000"/>
                <w:szCs w:val="22"/>
                <w:lang w:eastAsia="en-US"/>
              </w:rPr>
            </w:pPr>
            <w:r w:rsidRPr="00A04011">
              <w:rPr>
                <w:rFonts w:eastAsia="Calibri"/>
                <w:b w:val="0"/>
                <w:color w:val="000000"/>
                <w:szCs w:val="22"/>
                <w:lang w:eastAsia="en-US"/>
              </w:rPr>
              <w:t>Wyposażenie studentów w wiedzę dotyczącą metodologii badań społecznych, ze szczególnym uwzględnieniem toku przygotowania badań,</w:t>
            </w:r>
          </w:p>
        </w:tc>
      </w:tr>
      <w:tr w:rsidR="00FE1BE3" w:rsidRPr="00A04011" w14:paraId="4BD9F9C3" w14:textId="77777777" w:rsidTr="00FE1BE3">
        <w:tc>
          <w:tcPr>
            <w:tcW w:w="845" w:type="dxa"/>
            <w:vAlign w:val="center"/>
          </w:tcPr>
          <w:p w14:paraId="550D385F" w14:textId="4FE57492" w:rsidR="00FE1BE3" w:rsidRPr="00A04011" w:rsidRDefault="00FE1BE3" w:rsidP="00FE1BE3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A04011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10C76FAF" w14:textId="186452B1" w:rsidR="00FE1BE3" w:rsidRPr="00A04011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eastAsia="Calibri"/>
                <w:b w:val="0"/>
                <w:color w:val="000000"/>
                <w:szCs w:val="22"/>
                <w:lang w:eastAsia="en-US"/>
              </w:rPr>
            </w:pPr>
            <w:r w:rsidRPr="00A04011">
              <w:rPr>
                <w:rFonts w:eastAsia="Calibri"/>
                <w:b w:val="0"/>
                <w:color w:val="000000"/>
                <w:szCs w:val="22"/>
                <w:lang w:eastAsia="en-US"/>
              </w:rPr>
              <w:t>Rozwijanie umiejętności studentów związanych z planowaniem badań o charakterze ilościowym i jakościowym z uwzględnieniem specyfiki studiowanej specjalności</w:t>
            </w:r>
          </w:p>
        </w:tc>
      </w:tr>
      <w:tr w:rsidR="00FE1BE3" w:rsidRPr="00A04011" w14:paraId="3191986F" w14:textId="77777777" w:rsidTr="00FE1BE3">
        <w:tc>
          <w:tcPr>
            <w:tcW w:w="845" w:type="dxa"/>
            <w:vAlign w:val="center"/>
          </w:tcPr>
          <w:p w14:paraId="044F8E94" w14:textId="4A6B23F9" w:rsidR="00FE1BE3" w:rsidRPr="00A04011" w:rsidRDefault="00FE1BE3" w:rsidP="00FE1BE3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04011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7ACFFA0C" w14:textId="5BC51755" w:rsidR="00FE1BE3" w:rsidRPr="00A04011" w:rsidRDefault="00FE1BE3" w:rsidP="00FE1BE3">
            <w:pPr>
              <w:pStyle w:val="Podpunkty"/>
              <w:spacing w:before="40" w:after="40"/>
              <w:ind w:left="0"/>
              <w:jc w:val="left"/>
              <w:rPr>
                <w:rFonts w:eastAsia="Calibri"/>
                <w:b w:val="0"/>
                <w:color w:val="000000"/>
                <w:szCs w:val="22"/>
                <w:lang w:eastAsia="en-US"/>
              </w:rPr>
            </w:pPr>
            <w:r w:rsidRPr="00A04011">
              <w:rPr>
                <w:rFonts w:eastAsia="Calibri"/>
                <w:b w:val="0"/>
                <w:color w:val="000000"/>
                <w:szCs w:val="22"/>
                <w:lang w:eastAsia="en-US"/>
              </w:rPr>
              <w:t>Rozwinięcie umiejętności refleksyjnego prowadzeniu badań pedagogicznych ze szczególnym uwzględnieniem wymiaru etycznego tych badań.</w:t>
            </w:r>
          </w:p>
        </w:tc>
      </w:tr>
    </w:tbl>
    <w:p w14:paraId="3991A4BB" w14:textId="77777777" w:rsidR="0085747A" w:rsidRPr="00A0401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19FC06A7" w14:textId="294AF702" w:rsidR="001D7B54" w:rsidRDefault="009F4610" w:rsidP="00FE1BE3">
      <w:pPr>
        <w:spacing w:after="0" w:line="240" w:lineRule="auto"/>
        <w:ind w:left="426"/>
        <w:rPr>
          <w:rFonts w:ascii="Times New Roman" w:hAnsi="Times New Roman"/>
        </w:rPr>
      </w:pPr>
      <w:r w:rsidRPr="00A04011">
        <w:rPr>
          <w:rFonts w:ascii="Times New Roman" w:hAnsi="Times New Roman"/>
          <w:b/>
        </w:rPr>
        <w:t xml:space="preserve">3.2 </w:t>
      </w:r>
      <w:r w:rsidR="001D7B54" w:rsidRPr="00A04011">
        <w:rPr>
          <w:rFonts w:ascii="Times New Roman" w:hAnsi="Times New Roman"/>
          <w:b/>
        </w:rPr>
        <w:t xml:space="preserve">Efekty </w:t>
      </w:r>
      <w:r w:rsidR="00C05F44" w:rsidRPr="00A04011">
        <w:rPr>
          <w:rFonts w:ascii="Times New Roman" w:hAnsi="Times New Roman"/>
          <w:b/>
        </w:rPr>
        <w:t xml:space="preserve">uczenia się </w:t>
      </w:r>
      <w:r w:rsidR="001D7B54" w:rsidRPr="00A04011">
        <w:rPr>
          <w:rFonts w:ascii="Times New Roman" w:hAnsi="Times New Roman"/>
          <w:b/>
        </w:rPr>
        <w:t>dla przedmiotu</w:t>
      </w:r>
      <w:r w:rsidR="00445970" w:rsidRPr="00A04011">
        <w:rPr>
          <w:rFonts w:ascii="Times New Roman" w:hAnsi="Times New Roman"/>
        </w:rPr>
        <w:t xml:space="preserve"> </w:t>
      </w:r>
    </w:p>
    <w:p w14:paraId="3BF2D2BB" w14:textId="77777777" w:rsidR="00A04011" w:rsidRPr="00A04011" w:rsidRDefault="00A04011" w:rsidP="00A0401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04011" w14:paraId="71DFC4B0" w14:textId="77777777" w:rsidTr="00FE1BE3">
        <w:tc>
          <w:tcPr>
            <w:tcW w:w="1681" w:type="dxa"/>
            <w:vAlign w:val="center"/>
          </w:tcPr>
          <w:p w14:paraId="7497FCF9" w14:textId="77777777" w:rsidR="0085747A" w:rsidRPr="00A0401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smallCaps w:val="0"/>
                <w:sz w:val="22"/>
              </w:rPr>
              <w:t>EK</w:t>
            </w:r>
            <w:r w:rsidR="00A84C85" w:rsidRPr="00A04011">
              <w:rPr>
                <w:b w:val="0"/>
                <w:smallCaps w:val="0"/>
                <w:sz w:val="22"/>
              </w:rPr>
              <w:t xml:space="preserve"> (</w:t>
            </w:r>
            <w:r w:rsidR="00C05F44" w:rsidRPr="00A04011">
              <w:rPr>
                <w:b w:val="0"/>
                <w:smallCaps w:val="0"/>
                <w:sz w:val="22"/>
              </w:rPr>
              <w:t>efekt uczenia się</w:t>
            </w:r>
            <w:r w:rsidR="00B82308" w:rsidRPr="00A0401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05D0C12A" w14:textId="77777777" w:rsidR="0085747A" w:rsidRPr="00A0401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A04011">
              <w:rPr>
                <w:b w:val="0"/>
                <w:smallCaps w:val="0"/>
                <w:sz w:val="22"/>
              </w:rPr>
              <w:t xml:space="preserve">uczenia się </w:t>
            </w:r>
            <w:r w:rsidRPr="00A0401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48F2088" w14:textId="77777777" w:rsidR="0085747A" w:rsidRPr="00A0401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0401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FE1BE3" w:rsidRPr="00A04011" w14:paraId="3BD5D5F4" w14:textId="77777777" w:rsidTr="00FE1BE3">
        <w:tc>
          <w:tcPr>
            <w:tcW w:w="1681" w:type="dxa"/>
          </w:tcPr>
          <w:p w14:paraId="3089987D" w14:textId="5E9B35CF" w:rsidR="00FE1BE3" w:rsidRPr="00A04011" w:rsidRDefault="00FE1BE3" w:rsidP="00FE1BE3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EK</w:t>
            </w:r>
            <w:r w:rsidRPr="00A04011">
              <w:rPr>
                <w:b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29ABB353" w14:textId="732352EC" w:rsidR="00FE1BE3" w:rsidRPr="00A04011" w:rsidRDefault="00FE1BE3" w:rsidP="00A04011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Scharakteryzuje w sposób poszerzony strategie i etapy badań społecznych nad rodziną</w:t>
            </w:r>
          </w:p>
        </w:tc>
        <w:tc>
          <w:tcPr>
            <w:tcW w:w="1865" w:type="dxa"/>
          </w:tcPr>
          <w:p w14:paraId="3B0B4EAB" w14:textId="78056A25" w:rsidR="00FE1BE3" w:rsidRPr="00A04011" w:rsidRDefault="00FE1BE3" w:rsidP="00FE1BE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K_W02, K_W09</w:t>
            </w:r>
          </w:p>
        </w:tc>
      </w:tr>
      <w:tr w:rsidR="00FE1BE3" w:rsidRPr="00A04011" w14:paraId="1C925E0E" w14:textId="77777777" w:rsidTr="00FE1BE3">
        <w:tc>
          <w:tcPr>
            <w:tcW w:w="1681" w:type="dxa"/>
          </w:tcPr>
          <w:p w14:paraId="157DD7B2" w14:textId="437E1DB2" w:rsidR="00FE1BE3" w:rsidRPr="00A04011" w:rsidRDefault="00FE1BE3" w:rsidP="00FE1BE3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EK</w:t>
            </w:r>
            <w:r w:rsidRPr="00A04011">
              <w:rPr>
                <w:b w:val="0"/>
                <w:sz w:val="22"/>
              </w:rPr>
              <w:softHyphen/>
              <w:t>_02</w:t>
            </w:r>
          </w:p>
        </w:tc>
        <w:tc>
          <w:tcPr>
            <w:tcW w:w="5974" w:type="dxa"/>
          </w:tcPr>
          <w:p w14:paraId="17C88A47" w14:textId="0432B23D" w:rsidR="00FE1BE3" w:rsidRPr="00A04011" w:rsidRDefault="00FE1BE3" w:rsidP="00A04011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 xml:space="preserve">Przedstawi zasady projektowania i prowadzenia badań nad rodziną oraz omówi metody stosowane w badaniach nad rodziną </w:t>
            </w:r>
          </w:p>
        </w:tc>
        <w:tc>
          <w:tcPr>
            <w:tcW w:w="1865" w:type="dxa"/>
          </w:tcPr>
          <w:p w14:paraId="036D8BA1" w14:textId="028D8A20" w:rsidR="00FE1BE3" w:rsidRPr="00A04011" w:rsidRDefault="00FE1BE3" w:rsidP="00FE1BE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K_W02, K_W09</w:t>
            </w:r>
          </w:p>
        </w:tc>
      </w:tr>
      <w:tr w:rsidR="00FE1BE3" w:rsidRPr="00A04011" w14:paraId="2A87EDF7" w14:textId="77777777" w:rsidTr="00FE1BE3">
        <w:trPr>
          <w:trHeight w:val="70"/>
        </w:trPr>
        <w:tc>
          <w:tcPr>
            <w:tcW w:w="1681" w:type="dxa"/>
          </w:tcPr>
          <w:p w14:paraId="362F0C43" w14:textId="4328FBF5" w:rsidR="00FE1BE3" w:rsidRPr="00A04011" w:rsidRDefault="00FE1BE3" w:rsidP="00FE1BE3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45F643A0" w14:textId="0DC8CE60" w:rsidR="00FE1BE3" w:rsidRPr="00A04011" w:rsidRDefault="00FE1BE3" w:rsidP="00A04011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Dokona rekonstrukcji wybranych przykładów badań nad rodziną i zaplanuje badania w obszarze studiowanej specjalności z</w:t>
            </w:r>
            <w:r w:rsidR="00A04011">
              <w:rPr>
                <w:b w:val="0"/>
                <w:sz w:val="22"/>
              </w:rPr>
              <w:t> </w:t>
            </w:r>
            <w:r w:rsidRPr="00A04011">
              <w:rPr>
                <w:b w:val="0"/>
                <w:sz w:val="22"/>
              </w:rPr>
              <w:t xml:space="preserve">wykorzystaniem różnych orientacji metodologicznych </w:t>
            </w:r>
          </w:p>
        </w:tc>
        <w:tc>
          <w:tcPr>
            <w:tcW w:w="1865" w:type="dxa"/>
          </w:tcPr>
          <w:p w14:paraId="138D3070" w14:textId="53814E17" w:rsidR="00FE1BE3" w:rsidRPr="00A04011" w:rsidRDefault="00FE1BE3" w:rsidP="00FE1BE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K_U03, K_U05</w:t>
            </w:r>
          </w:p>
        </w:tc>
      </w:tr>
      <w:tr w:rsidR="00FE1BE3" w:rsidRPr="00A04011" w14:paraId="5B8763F7" w14:textId="77777777" w:rsidTr="00FE1BE3">
        <w:trPr>
          <w:trHeight w:val="70"/>
        </w:trPr>
        <w:tc>
          <w:tcPr>
            <w:tcW w:w="1681" w:type="dxa"/>
          </w:tcPr>
          <w:p w14:paraId="39E8540C" w14:textId="1B82F6B1" w:rsidR="00FE1BE3" w:rsidRPr="00A04011" w:rsidRDefault="00FE1BE3" w:rsidP="00FE1BE3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20ED1020" w14:textId="0A3EA56B" w:rsidR="00FE1BE3" w:rsidRPr="00A04011" w:rsidRDefault="00FE1BE3" w:rsidP="00A04011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 xml:space="preserve">Dokona krytycznej oceny podejmowanych działań w zakresie planowanych badań społecznych </w:t>
            </w:r>
          </w:p>
        </w:tc>
        <w:tc>
          <w:tcPr>
            <w:tcW w:w="1865" w:type="dxa"/>
          </w:tcPr>
          <w:p w14:paraId="4CC6B6D0" w14:textId="77777777" w:rsidR="00FE1BE3" w:rsidRPr="00A04011" w:rsidRDefault="00FE1BE3" w:rsidP="00FE1BE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04011">
              <w:rPr>
                <w:rFonts w:ascii="Times New Roman" w:hAnsi="Times New Roman"/>
                <w:color w:val="000000"/>
              </w:rPr>
              <w:t>K_K01</w:t>
            </w:r>
          </w:p>
          <w:p w14:paraId="41906534" w14:textId="77777777" w:rsidR="00FE1BE3" w:rsidRPr="00A04011" w:rsidRDefault="00FE1BE3" w:rsidP="00FE1BE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</w:p>
        </w:tc>
      </w:tr>
    </w:tbl>
    <w:p w14:paraId="3BC0D5D4" w14:textId="77777777" w:rsidR="0085747A" w:rsidRPr="00A04011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3C9C19E3" w14:textId="5D8088CD" w:rsidR="00A04011" w:rsidRDefault="00675843" w:rsidP="00A04011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  <w:r w:rsidRPr="00A04011">
        <w:rPr>
          <w:rFonts w:ascii="Times New Roman" w:hAnsi="Times New Roman"/>
          <w:b/>
        </w:rPr>
        <w:t>3.3</w:t>
      </w:r>
      <w:r w:rsidR="001D7B54" w:rsidRPr="00A04011">
        <w:rPr>
          <w:rFonts w:ascii="Times New Roman" w:hAnsi="Times New Roman"/>
          <w:b/>
        </w:rPr>
        <w:t xml:space="preserve"> </w:t>
      </w:r>
      <w:r w:rsidR="0085747A" w:rsidRPr="00A04011">
        <w:rPr>
          <w:rFonts w:ascii="Times New Roman" w:hAnsi="Times New Roman"/>
          <w:b/>
        </w:rPr>
        <w:t>T</w:t>
      </w:r>
      <w:r w:rsidR="001D7B54" w:rsidRPr="00A04011">
        <w:rPr>
          <w:rFonts w:ascii="Times New Roman" w:hAnsi="Times New Roman"/>
          <w:b/>
        </w:rPr>
        <w:t xml:space="preserve">reści programowe </w:t>
      </w:r>
      <w:r w:rsidR="007327BD" w:rsidRPr="00A04011">
        <w:rPr>
          <w:rFonts w:ascii="Times New Roman" w:hAnsi="Times New Roman"/>
        </w:rPr>
        <w:t xml:space="preserve">  </w:t>
      </w:r>
    </w:p>
    <w:p w14:paraId="270CFD16" w14:textId="77777777" w:rsidR="00A04011" w:rsidRPr="00A04011" w:rsidRDefault="00A04011" w:rsidP="00A04011">
      <w:pPr>
        <w:pStyle w:val="Akapitzlist"/>
        <w:spacing w:line="240" w:lineRule="auto"/>
        <w:ind w:left="426"/>
        <w:jc w:val="both"/>
        <w:rPr>
          <w:rFonts w:ascii="Times New Roman" w:hAnsi="Times New Roman"/>
        </w:rPr>
      </w:pPr>
    </w:p>
    <w:p w14:paraId="491B2D49" w14:textId="77777777" w:rsidR="0085747A" w:rsidRPr="00A0401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A04011">
        <w:rPr>
          <w:rFonts w:ascii="Times New Roman" w:hAnsi="Times New Roman"/>
        </w:rPr>
        <w:t xml:space="preserve">Problematyka wykładu </w:t>
      </w:r>
    </w:p>
    <w:p w14:paraId="32A533D8" w14:textId="77777777" w:rsidR="00675843" w:rsidRPr="00A0401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4011" w14:paraId="76BF3C0D" w14:textId="77777777" w:rsidTr="00FE1BE3">
        <w:tc>
          <w:tcPr>
            <w:tcW w:w="9520" w:type="dxa"/>
          </w:tcPr>
          <w:p w14:paraId="06C2B5A5" w14:textId="77777777" w:rsidR="0085747A" w:rsidRPr="00A0401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Treści merytoryczne</w:t>
            </w:r>
          </w:p>
        </w:tc>
      </w:tr>
      <w:tr w:rsidR="00FE1BE3" w:rsidRPr="00A04011" w14:paraId="561945FC" w14:textId="77777777" w:rsidTr="00FE1BE3">
        <w:tc>
          <w:tcPr>
            <w:tcW w:w="9520" w:type="dxa"/>
          </w:tcPr>
          <w:p w14:paraId="216FB902" w14:textId="4A46B054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 xml:space="preserve">Przedmiot zainteresowań metodologii badań społecznych </w:t>
            </w:r>
          </w:p>
        </w:tc>
      </w:tr>
      <w:tr w:rsidR="00FE1BE3" w:rsidRPr="00A04011" w14:paraId="3F4F5E36" w14:textId="77777777" w:rsidTr="00FE1BE3">
        <w:tc>
          <w:tcPr>
            <w:tcW w:w="9520" w:type="dxa"/>
          </w:tcPr>
          <w:p w14:paraId="229EC098" w14:textId="5D7F38E8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 xml:space="preserve">Rodzaje badań nad rodziną. Strategie badań ilościowych i jakościowych </w:t>
            </w:r>
          </w:p>
        </w:tc>
      </w:tr>
      <w:tr w:rsidR="00FE1BE3" w:rsidRPr="00A04011" w14:paraId="7C8D1CCD" w14:textId="77777777" w:rsidTr="00FE1BE3">
        <w:tc>
          <w:tcPr>
            <w:tcW w:w="9520" w:type="dxa"/>
          </w:tcPr>
          <w:p w14:paraId="62DE1309" w14:textId="2E69F27B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>Etapy badań społecznych nad rodziną i ich znaczenie dla projektowania badań</w:t>
            </w:r>
          </w:p>
        </w:tc>
      </w:tr>
      <w:tr w:rsidR="00FE1BE3" w:rsidRPr="00A04011" w14:paraId="6C8C4DCD" w14:textId="77777777" w:rsidTr="00FE1BE3">
        <w:tc>
          <w:tcPr>
            <w:tcW w:w="9520" w:type="dxa"/>
          </w:tcPr>
          <w:p w14:paraId="3F4F9ECF" w14:textId="07305ECA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 xml:space="preserve">Metody badań społecznych – ujęcie typologiczne </w:t>
            </w:r>
          </w:p>
        </w:tc>
      </w:tr>
      <w:tr w:rsidR="00FE1BE3" w:rsidRPr="00A04011" w14:paraId="39938902" w14:textId="77777777" w:rsidTr="00FE1BE3">
        <w:tc>
          <w:tcPr>
            <w:tcW w:w="9520" w:type="dxa"/>
          </w:tcPr>
          <w:p w14:paraId="5D91B32C" w14:textId="355BBCBC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 xml:space="preserve">Charakterystyka metod badawczych </w:t>
            </w:r>
          </w:p>
        </w:tc>
      </w:tr>
      <w:tr w:rsidR="00FE1BE3" w:rsidRPr="00A04011" w14:paraId="3AA889ED" w14:textId="77777777" w:rsidTr="00FE1BE3">
        <w:tc>
          <w:tcPr>
            <w:tcW w:w="9520" w:type="dxa"/>
          </w:tcPr>
          <w:p w14:paraId="6BFBEC63" w14:textId="0DC0D6A0" w:rsidR="00FE1BE3" w:rsidRPr="00A04011" w:rsidRDefault="00FE1BE3" w:rsidP="00FE1BE3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  <w:bCs/>
              </w:rPr>
              <w:t xml:space="preserve">Etyczne aspekty badań nad rodziną </w:t>
            </w:r>
          </w:p>
        </w:tc>
      </w:tr>
    </w:tbl>
    <w:p w14:paraId="4C96F130" w14:textId="77777777" w:rsidR="0085747A" w:rsidRPr="00A0401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5AF9D12" w14:textId="77777777" w:rsidR="0085747A" w:rsidRPr="00A0401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A04011">
        <w:rPr>
          <w:rFonts w:ascii="Times New Roman" w:hAnsi="Times New Roman"/>
        </w:rPr>
        <w:t>Problematyka ćwiczeń audytoryjnych, konwersatoryjnych, laboratoryjnych</w:t>
      </w:r>
      <w:r w:rsidR="009F4610" w:rsidRPr="00A04011">
        <w:rPr>
          <w:rFonts w:ascii="Times New Roman" w:hAnsi="Times New Roman"/>
        </w:rPr>
        <w:t xml:space="preserve">, </w:t>
      </w:r>
      <w:r w:rsidRPr="00A04011">
        <w:rPr>
          <w:rFonts w:ascii="Times New Roman" w:hAnsi="Times New Roman"/>
        </w:rPr>
        <w:t xml:space="preserve">zajęć praktycznych </w:t>
      </w:r>
    </w:p>
    <w:p w14:paraId="4D29A530" w14:textId="77777777" w:rsidR="0085747A" w:rsidRPr="00A04011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4011" w14:paraId="5B2BB9F6" w14:textId="77777777" w:rsidTr="00FE1BE3">
        <w:tc>
          <w:tcPr>
            <w:tcW w:w="9520" w:type="dxa"/>
          </w:tcPr>
          <w:p w14:paraId="51B3009F" w14:textId="77777777" w:rsidR="0085747A" w:rsidRPr="00A0401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Treści merytoryczne</w:t>
            </w:r>
          </w:p>
        </w:tc>
      </w:tr>
      <w:tr w:rsidR="00FE1BE3" w:rsidRPr="00A04011" w14:paraId="4592CCBF" w14:textId="77777777" w:rsidTr="00FE1BE3">
        <w:tc>
          <w:tcPr>
            <w:tcW w:w="9520" w:type="dxa"/>
          </w:tcPr>
          <w:p w14:paraId="378A0947" w14:textId="20A584E7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Projektowanie badań nad rodziną  </w:t>
            </w:r>
          </w:p>
        </w:tc>
      </w:tr>
      <w:tr w:rsidR="00FE1BE3" w:rsidRPr="00A04011" w14:paraId="57C0CF4F" w14:textId="77777777" w:rsidTr="00FE1BE3">
        <w:tc>
          <w:tcPr>
            <w:tcW w:w="9520" w:type="dxa"/>
          </w:tcPr>
          <w:p w14:paraId="2BC5A111" w14:textId="7D7D8C2E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Podejście ilościowe i jakościowe w badaniach społecznych nad rodziną. Praktyczne rozwiązania  </w:t>
            </w:r>
          </w:p>
        </w:tc>
      </w:tr>
      <w:tr w:rsidR="00FE1BE3" w:rsidRPr="00A04011" w14:paraId="4D85F5C5" w14:textId="77777777" w:rsidTr="00FE1BE3">
        <w:tc>
          <w:tcPr>
            <w:tcW w:w="9520" w:type="dxa"/>
          </w:tcPr>
          <w:p w14:paraId="1ADDE424" w14:textId="583DC55C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Rekonstrukcja wybranych przykładów badań </w:t>
            </w:r>
            <w:r w:rsidR="00994920" w:rsidRPr="00A04011">
              <w:rPr>
                <w:rFonts w:ascii="Times New Roman" w:hAnsi="Times New Roman"/>
              </w:rPr>
              <w:t>dotyczących rodziny</w:t>
            </w:r>
            <w:r w:rsidRPr="00A04011">
              <w:rPr>
                <w:rFonts w:ascii="Times New Roman" w:hAnsi="Times New Roman"/>
              </w:rPr>
              <w:t xml:space="preserve"> </w:t>
            </w:r>
          </w:p>
        </w:tc>
      </w:tr>
      <w:tr w:rsidR="00FE1BE3" w:rsidRPr="00A04011" w14:paraId="2A416B60" w14:textId="77777777" w:rsidTr="00FE1BE3">
        <w:tc>
          <w:tcPr>
            <w:tcW w:w="9520" w:type="dxa"/>
          </w:tcPr>
          <w:p w14:paraId="2F8F5F22" w14:textId="48483D6B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Cele i przedmiot badań – podstawą projektowania badań</w:t>
            </w:r>
          </w:p>
        </w:tc>
      </w:tr>
      <w:tr w:rsidR="00FE1BE3" w:rsidRPr="00A04011" w14:paraId="4D458DAB" w14:textId="77777777" w:rsidTr="00FE1BE3">
        <w:tc>
          <w:tcPr>
            <w:tcW w:w="9520" w:type="dxa"/>
          </w:tcPr>
          <w:p w14:paraId="2AC11B6A" w14:textId="16690C63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Zagadnienie badawcze, pytania badawcze – kluczowym elementem projektowania badań;</w:t>
            </w:r>
          </w:p>
        </w:tc>
      </w:tr>
      <w:tr w:rsidR="00FE1BE3" w:rsidRPr="00A04011" w14:paraId="683D7D5C" w14:textId="77777777" w:rsidTr="00FE1BE3">
        <w:tc>
          <w:tcPr>
            <w:tcW w:w="9520" w:type="dxa"/>
          </w:tcPr>
          <w:p w14:paraId="0058C300" w14:textId="570CF5A0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Projektowanie z hipotezami i beż hipotez – proces operacjonalizacji</w:t>
            </w:r>
          </w:p>
        </w:tc>
      </w:tr>
      <w:tr w:rsidR="00FE1BE3" w:rsidRPr="00A04011" w14:paraId="0F1B53AC" w14:textId="77777777" w:rsidTr="00FE1BE3">
        <w:tc>
          <w:tcPr>
            <w:tcW w:w="9520" w:type="dxa"/>
          </w:tcPr>
          <w:p w14:paraId="6E46042E" w14:textId="363D82C4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Zmienne i wskaźniki w badaniach </w:t>
            </w:r>
            <w:r w:rsidR="00994920" w:rsidRPr="00A04011">
              <w:rPr>
                <w:rFonts w:ascii="Times New Roman" w:hAnsi="Times New Roman"/>
              </w:rPr>
              <w:t xml:space="preserve">społecznych </w:t>
            </w:r>
          </w:p>
        </w:tc>
      </w:tr>
      <w:tr w:rsidR="00FE1BE3" w:rsidRPr="00A04011" w14:paraId="244A0A20" w14:textId="77777777" w:rsidTr="00FE1BE3">
        <w:tc>
          <w:tcPr>
            <w:tcW w:w="9520" w:type="dxa"/>
          </w:tcPr>
          <w:p w14:paraId="2665A3CF" w14:textId="241177FB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Dobór terenu badań. Sposoby doboru osób do próby</w:t>
            </w:r>
          </w:p>
        </w:tc>
      </w:tr>
      <w:tr w:rsidR="00FE1BE3" w:rsidRPr="00A04011" w14:paraId="2BFF781D" w14:textId="77777777" w:rsidTr="00FE1BE3">
        <w:tc>
          <w:tcPr>
            <w:tcW w:w="9520" w:type="dxa"/>
          </w:tcPr>
          <w:p w14:paraId="477343DE" w14:textId="4D34AA9B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Projektowanie narzędzi badawczych </w:t>
            </w:r>
          </w:p>
        </w:tc>
      </w:tr>
      <w:tr w:rsidR="00FE1BE3" w:rsidRPr="00A04011" w14:paraId="28088F31" w14:textId="77777777" w:rsidTr="00FE1BE3">
        <w:tc>
          <w:tcPr>
            <w:tcW w:w="9520" w:type="dxa"/>
          </w:tcPr>
          <w:p w14:paraId="02AFA98F" w14:textId="7881CEA7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Sposoby prezentacji wyników badań własnych </w:t>
            </w:r>
          </w:p>
        </w:tc>
      </w:tr>
      <w:tr w:rsidR="00FE1BE3" w:rsidRPr="00A04011" w14:paraId="62460DAA" w14:textId="77777777" w:rsidTr="00FE1BE3">
        <w:tc>
          <w:tcPr>
            <w:tcW w:w="9520" w:type="dxa"/>
          </w:tcPr>
          <w:p w14:paraId="6B6A2623" w14:textId="1A3AE70C" w:rsidR="00FE1BE3" w:rsidRPr="00A04011" w:rsidRDefault="00FE1BE3" w:rsidP="00FE1BE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Struktur prac </w:t>
            </w:r>
            <w:r w:rsidR="00994920" w:rsidRPr="00A04011">
              <w:rPr>
                <w:rFonts w:ascii="Times New Roman" w:hAnsi="Times New Roman"/>
              </w:rPr>
              <w:t>dyplomowych</w:t>
            </w:r>
            <w:r w:rsidRPr="00A04011">
              <w:rPr>
                <w:rFonts w:ascii="Times New Roman" w:hAnsi="Times New Roman"/>
              </w:rPr>
              <w:t xml:space="preserve"> </w:t>
            </w:r>
          </w:p>
        </w:tc>
      </w:tr>
    </w:tbl>
    <w:p w14:paraId="0848750D" w14:textId="77777777" w:rsidR="00994920" w:rsidRPr="00A04011" w:rsidRDefault="0099492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5366FEEB" w14:textId="60BE86DB" w:rsidR="0085747A" w:rsidRPr="00A04011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A04011">
        <w:rPr>
          <w:smallCaps w:val="0"/>
          <w:sz w:val="22"/>
        </w:rPr>
        <w:t>3.4 Metody dydaktyczne</w:t>
      </w:r>
      <w:r w:rsidRPr="00A04011">
        <w:rPr>
          <w:b w:val="0"/>
          <w:smallCaps w:val="0"/>
          <w:sz w:val="22"/>
        </w:rPr>
        <w:t xml:space="preserve"> </w:t>
      </w:r>
    </w:p>
    <w:p w14:paraId="314E5351" w14:textId="77777777" w:rsidR="0085747A" w:rsidRPr="00A0401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3D80456A" w14:textId="77777777" w:rsidR="00994920" w:rsidRPr="00A04011" w:rsidRDefault="00994920" w:rsidP="00A04011">
      <w:pPr>
        <w:pStyle w:val="Akapitzlist"/>
        <w:spacing w:after="0" w:line="240" w:lineRule="auto"/>
        <w:ind w:left="0" w:firstLine="426"/>
        <w:rPr>
          <w:rFonts w:ascii="Times New Roman" w:hAnsi="Times New Roman"/>
        </w:rPr>
      </w:pPr>
      <w:r w:rsidRPr="00A04011">
        <w:rPr>
          <w:rFonts w:ascii="Times New Roman" w:hAnsi="Times New Roman"/>
        </w:rPr>
        <w:t>Wykład: wykład z prezentacją multimedialną</w:t>
      </w:r>
    </w:p>
    <w:p w14:paraId="72CC7FE5" w14:textId="3855FBF3" w:rsidR="00E960BB" w:rsidRPr="00A04011" w:rsidRDefault="00994920" w:rsidP="00A04011">
      <w:pPr>
        <w:pStyle w:val="Akapitzlist"/>
        <w:spacing w:after="0" w:line="240" w:lineRule="auto"/>
        <w:ind w:left="0" w:firstLine="426"/>
        <w:rPr>
          <w:rFonts w:ascii="Times New Roman" w:hAnsi="Times New Roman"/>
        </w:rPr>
      </w:pPr>
      <w:r w:rsidRPr="00A04011">
        <w:rPr>
          <w:rFonts w:ascii="Times New Roman" w:hAnsi="Times New Roman"/>
        </w:rPr>
        <w:t>Ćwiczenia: analiza tekstów z dyskusją, praca w grupie, projekt badawczy, praktyczny</w:t>
      </w:r>
    </w:p>
    <w:p w14:paraId="2A537153" w14:textId="77777777" w:rsidR="00E960BB" w:rsidRPr="00A0401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E2F3DD0" w14:textId="77777777" w:rsidR="0085747A" w:rsidRPr="00A04011" w:rsidRDefault="00C61DC5" w:rsidP="00A04011">
      <w:pPr>
        <w:pStyle w:val="Punktygwne"/>
        <w:spacing w:before="0" w:after="0"/>
        <w:ind w:firstLine="426"/>
        <w:rPr>
          <w:smallCaps w:val="0"/>
          <w:sz w:val="22"/>
        </w:rPr>
      </w:pPr>
      <w:r w:rsidRPr="00A04011">
        <w:rPr>
          <w:smallCaps w:val="0"/>
          <w:sz w:val="22"/>
        </w:rPr>
        <w:t xml:space="preserve">4. </w:t>
      </w:r>
      <w:r w:rsidR="0085747A" w:rsidRPr="00A04011">
        <w:rPr>
          <w:smallCaps w:val="0"/>
          <w:sz w:val="22"/>
        </w:rPr>
        <w:t>METODY I KRYTERIA OCENY</w:t>
      </w:r>
      <w:r w:rsidR="009F4610" w:rsidRPr="00A04011">
        <w:rPr>
          <w:smallCaps w:val="0"/>
          <w:sz w:val="22"/>
        </w:rPr>
        <w:t xml:space="preserve"> </w:t>
      </w:r>
    </w:p>
    <w:p w14:paraId="55634B66" w14:textId="77777777" w:rsidR="00923D7D" w:rsidRPr="00A0401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D50650A" w14:textId="77777777" w:rsidR="0085747A" w:rsidRPr="00A0401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04011">
        <w:rPr>
          <w:smallCaps w:val="0"/>
          <w:sz w:val="22"/>
        </w:rPr>
        <w:t xml:space="preserve">4.1 Sposoby weryfikacji efektów </w:t>
      </w:r>
      <w:r w:rsidR="00C05F44" w:rsidRPr="00A04011">
        <w:rPr>
          <w:smallCaps w:val="0"/>
          <w:sz w:val="22"/>
        </w:rPr>
        <w:t>uczenia się</w:t>
      </w:r>
    </w:p>
    <w:p w14:paraId="70411A6E" w14:textId="77777777" w:rsidR="0085747A" w:rsidRPr="00A0401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04011" w14:paraId="22FDEA1D" w14:textId="77777777" w:rsidTr="00994920">
        <w:tc>
          <w:tcPr>
            <w:tcW w:w="1962" w:type="dxa"/>
            <w:vAlign w:val="center"/>
          </w:tcPr>
          <w:p w14:paraId="0C9FDA16" w14:textId="77777777" w:rsidR="0085747A" w:rsidRPr="00A0401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7E35A9" w14:textId="46F436AA" w:rsidR="0085747A" w:rsidRPr="00A0401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A04011" w:rsidRPr="00A04011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63DD9306" w14:textId="77777777" w:rsidR="0085747A" w:rsidRPr="00A0401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A0401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65E261F" w14:textId="77777777" w:rsidR="00923D7D" w:rsidRPr="00A0401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24E93E0B" w14:textId="21E1FAAA" w:rsidR="0085747A" w:rsidRPr="00A0401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(w, ćw</w:t>
            </w:r>
            <w:r w:rsidR="00A04011">
              <w:rPr>
                <w:b w:val="0"/>
                <w:smallCaps w:val="0"/>
                <w:sz w:val="22"/>
              </w:rPr>
              <w:t>.</w:t>
            </w:r>
            <w:r w:rsidRPr="00A04011">
              <w:rPr>
                <w:b w:val="0"/>
                <w:smallCaps w:val="0"/>
                <w:sz w:val="22"/>
              </w:rPr>
              <w:t>, …)</w:t>
            </w:r>
          </w:p>
        </w:tc>
      </w:tr>
      <w:tr w:rsidR="00994920" w:rsidRPr="00A04011" w14:paraId="0758FCE2" w14:textId="77777777" w:rsidTr="00994920">
        <w:tc>
          <w:tcPr>
            <w:tcW w:w="1962" w:type="dxa"/>
          </w:tcPr>
          <w:p w14:paraId="020B2445" w14:textId="2DF8603E" w:rsidR="00994920" w:rsidRPr="00A04011" w:rsidRDefault="00994920" w:rsidP="0099492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EK</w:t>
            </w:r>
            <w:r w:rsidRPr="00A04011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441" w:type="dxa"/>
          </w:tcPr>
          <w:p w14:paraId="007B145B" w14:textId="3FFCBDF6" w:rsidR="00994920" w:rsidRPr="00A04011" w:rsidRDefault="00994920" w:rsidP="00A0401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0CC89DC3" w14:textId="3A80970F" w:rsidR="00994920" w:rsidRPr="00A04011" w:rsidRDefault="00994920" w:rsidP="00994920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A04011">
              <w:rPr>
                <w:b w:val="0"/>
                <w:bCs/>
                <w:sz w:val="22"/>
              </w:rPr>
              <w:t>egzamin i ćwiczenia</w:t>
            </w:r>
          </w:p>
        </w:tc>
      </w:tr>
      <w:tr w:rsidR="00994920" w:rsidRPr="00A04011" w14:paraId="70495D5C" w14:textId="77777777" w:rsidTr="00994920">
        <w:tc>
          <w:tcPr>
            <w:tcW w:w="1962" w:type="dxa"/>
          </w:tcPr>
          <w:p w14:paraId="7BEA0F8B" w14:textId="50840AED" w:rsidR="00994920" w:rsidRPr="00A04011" w:rsidRDefault="00994920" w:rsidP="0099492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EK</w:t>
            </w:r>
            <w:r w:rsidRPr="00A04011">
              <w:rPr>
                <w:b w:val="0"/>
                <w:smallCaps w:val="0"/>
                <w:sz w:val="22"/>
              </w:rPr>
              <w:softHyphen/>
              <w:t>_02</w:t>
            </w:r>
          </w:p>
        </w:tc>
        <w:tc>
          <w:tcPr>
            <w:tcW w:w="5441" w:type="dxa"/>
          </w:tcPr>
          <w:p w14:paraId="5D6348A7" w14:textId="5E104D79" w:rsidR="00994920" w:rsidRPr="00A04011" w:rsidRDefault="00994920" w:rsidP="00A0401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egzamin pisemny, obserwacja na zajęciach, wypowiedzi studenta na ćwiczeniach</w:t>
            </w:r>
          </w:p>
        </w:tc>
        <w:tc>
          <w:tcPr>
            <w:tcW w:w="2117" w:type="dxa"/>
          </w:tcPr>
          <w:p w14:paraId="44E71625" w14:textId="722FE00E" w:rsidR="00994920" w:rsidRPr="00A04011" w:rsidRDefault="00994920" w:rsidP="00994920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A04011">
              <w:rPr>
                <w:b w:val="0"/>
                <w:bCs/>
                <w:sz w:val="22"/>
              </w:rPr>
              <w:t>egzamin i ćwiczenia</w:t>
            </w:r>
          </w:p>
        </w:tc>
      </w:tr>
      <w:tr w:rsidR="00994920" w:rsidRPr="00A04011" w14:paraId="259C1821" w14:textId="77777777" w:rsidTr="00994920">
        <w:tc>
          <w:tcPr>
            <w:tcW w:w="1962" w:type="dxa"/>
          </w:tcPr>
          <w:p w14:paraId="2A08385E" w14:textId="74A3F90A" w:rsidR="00994920" w:rsidRPr="00A04011" w:rsidRDefault="00994920" w:rsidP="0099492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1867296B" w14:textId="3F1CABA1" w:rsidR="00994920" w:rsidRPr="00A04011" w:rsidRDefault="00994920" w:rsidP="00A0401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obserwacja na zajęciach, wypowiedzi studenta na ćwiczeniach, </w:t>
            </w:r>
            <w:r w:rsidR="00E67947" w:rsidRPr="00A04011">
              <w:rPr>
                <w:rFonts w:ascii="Times New Roman" w:hAnsi="Times New Roman"/>
              </w:rPr>
              <w:t>p</w:t>
            </w:r>
            <w:r w:rsidRPr="00A04011">
              <w:rPr>
                <w:rFonts w:ascii="Times New Roman" w:hAnsi="Times New Roman"/>
              </w:rPr>
              <w:t>rojekt</w:t>
            </w:r>
          </w:p>
        </w:tc>
        <w:tc>
          <w:tcPr>
            <w:tcW w:w="2117" w:type="dxa"/>
          </w:tcPr>
          <w:p w14:paraId="48ACBB59" w14:textId="31B36F79" w:rsidR="00994920" w:rsidRPr="00A04011" w:rsidRDefault="00994920" w:rsidP="00994920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A04011">
              <w:rPr>
                <w:b w:val="0"/>
                <w:bCs/>
                <w:sz w:val="22"/>
              </w:rPr>
              <w:t>ćwiczenia</w:t>
            </w:r>
          </w:p>
        </w:tc>
      </w:tr>
      <w:tr w:rsidR="00994920" w:rsidRPr="00A04011" w14:paraId="363CA89D" w14:textId="77777777" w:rsidTr="00994920">
        <w:tc>
          <w:tcPr>
            <w:tcW w:w="1962" w:type="dxa"/>
          </w:tcPr>
          <w:p w14:paraId="51C840CE" w14:textId="5195F7C2" w:rsidR="00994920" w:rsidRPr="00A04011" w:rsidRDefault="00994920" w:rsidP="0099492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0A6AF96E" w14:textId="3E0FC399" w:rsidR="00994920" w:rsidRPr="00A04011" w:rsidRDefault="00994920" w:rsidP="00A04011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obserwacja na zajęciach, wypowiedzi studenta na ćwiczeniach, </w:t>
            </w:r>
            <w:r w:rsidR="00E67947" w:rsidRPr="00A04011">
              <w:rPr>
                <w:rFonts w:ascii="Times New Roman" w:hAnsi="Times New Roman"/>
              </w:rPr>
              <w:t>p</w:t>
            </w:r>
            <w:r w:rsidRPr="00A04011">
              <w:rPr>
                <w:rFonts w:ascii="Times New Roman" w:hAnsi="Times New Roman"/>
              </w:rPr>
              <w:t>rojekt</w:t>
            </w:r>
          </w:p>
        </w:tc>
        <w:tc>
          <w:tcPr>
            <w:tcW w:w="2117" w:type="dxa"/>
          </w:tcPr>
          <w:p w14:paraId="44EF953A" w14:textId="4BC84E7F" w:rsidR="00994920" w:rsidRPr="00A04011" w:rsidRDefault="00994920" w:rsidP="00994920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A04011">
              <w:rPr>
                <w:b w:val="0"/>
                <w:bCs/>
                <w:sz w:val="22"/>
              </w:rPr>
              <w:t>ćwiczenia</w:t>
            </w:r>
          </w:p>
        </w:tc>
      </w:tr>
    </w:tbl>
    <w:p w14:paraId="498F7D0B" w14:textId="77777777" w:rsidR="00923D7D" w:rsidRPr="00A0401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0BCFB1F" w14:textId="77777777" w:rsidR="0085747A" w:rsidRPr="00A0401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04011">
        <w:rPr>
          <w:smallCaps w:val="0"/>
          <w:sz w:val="22"/>
        </w:rPr>
        <w:t xml:space="preserve">4.2 </w:t>
      </w:r>
      <w:r w:rsidR="0085747A" w:rsidRPr="00A04011">
        <w:rPr>
          <w:smallCaps w:val="0"/>
          <w:sz w:val="22"/>
        </w:rPr>
        <w:t>Warunki zaliczenia przedmiotu (kryteria oceniania)</w:t>
      </w:r>
      <w:r w:rsidR="00923D7D" w:rsidRPr="00A04011">
        <w:rPr>
          <w:smallCaps w:val="0"/>
          <w:sz w:val="22"/>
        </w:rPr>
        <w:t xml:space="preserve"> </w:t>
      </w:r>
    </w:p>
    <w:p w14:paraId="0CFA8BDD" w14:textId="77777777" w:rsidR="00923D7D" w:rsidRPr="00A0401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04011" w14:paraId="0028874D" w14:textId="77777777" w:rsidTr="00923D7D">
        <w:tc>
          <w:tcPr>
            <w:tcW w:w="9670" w:type="dxa"/>
          </w:tcPr>
          <w:p w14:paraId="02D44839" w14:textId="77777777" w:rsidR="0085747A" w:rsidRPr="00A0401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4398E4C6" w14:textId="24820EDF" w:rsidR="00994920" w:rsidRPr="00A04011" w:rsidRDefault="00994920" w:rsidP="00994920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Ćwiczenia: prawidłowe opracowanie projektu badań nad RODZINĄ (w małej skali),</w:t>
            </w:r>
          </w:p>
          <w:p w14:paraId="24E36942" w14:textId="7DCF9A4C" w:rsidR="00923D7D" w:rsidRPr="00A04011" w:rsidRDefault="0099492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04011">
              <w:rPr>
                <w:b w:val="0"/>
                <w:sz w:val="22"/>
              </w:rPr>
              <w:t>Egzamin: pisemny testowy (50% prawidłowych odpowiedzi na zaliczenie</w:t>
            </w:r>
            <w:r w:rsidR="00E67947" w:rsidRPr="00A04011">
              <w:rPr>
                <w:b w:val="0"/>
                <w:sz w:val="22"/>
              </w:rPr>
              <w:t>)</w:t>
            </w:r>
          </w:p>
          <w:p w14:paraId="4349C572" w14:textId="77777777" w:rsidR="0085747A" w:rsidRPr="00A0401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2DDB4321" w14:textId="77777777" w:rsidR="0085747A" w:rsidRPr="00A0401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FAB1EA2" w14:textId="755A1C9A" w:rsidR="009F4610" w:rsidRPr="00A0401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A04011">
        <w:rPr>
          <w:rFonts w:ascii="Times New Roman" w:hAnsi="Times New Roman"/>
          <w:b/>
        </w:rPr>
        <w:t xml:space="preserve">5. </w:t>
      </w:r>
      <w:r w:rsidR="00A04011">
        <w:rPr>
          <w:rFonts w:ascii="Times New Roman" w:hAnsi="Times New Roman"/>
          <w:b/>
        </w:rPr>
        <w:tab/>
      </w:r>
      <w:r w:rsidR="00C61DC5" w:rsidRPr="00A0401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72C30650" w14:textId="77777777" w:rsidR="0085747A" w:rsidRPr="00A0401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A04011" w14:paraId="309EF3EA" w14:textId="77777777" w:rsidTr="003E1941">
        <w:tc>
          <w:tcPr>
            <w:tcW w:w="4962" w:type="dxa"/>
            <w:vAlign w:val="center"/>
          </w:tcPr>
          <w:p w14:paraId="3ED6269F" w14:textId="77777777" w:rsidR="0085747A" w:rsidRPr="00A040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04011">
              <w:rPr>
                <w:rFonts w:ascii="Times New Roman" w:hAnsi="Times New Roman"/>
                <w:b/>
              </w:rPr>
              <w:t>Forma a</w:t>
            </w:r>
            <w:r w:rsidR="0085747A" w:rsidRPr="00A04011">
              <w:rPr>
                <w:rFonts w:ascii="Times New Roman" w:hAnsi="Times New Roman"/>
                <w:b/>
              </w:rPr>
              <w:t>ktywnoś</w:t>
            </w:r>
            <w:r w:rsidRPr="00A0401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8946978" w14:textId="77777777" w:rsidR="0085747A" w:rsidRPr="00A040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04011">
              <w:rPr>
                <w:rFonts w:ascii="Times New Roman" w:hAnsi="Times New Roman"/>
                <w:b/>
              </w:rPr>
              <w:t>Średnia l</w:t>
            </w:r>
            <w:r w:rsidR="0085747A" w:rsidRPr="00A04011">
              <w:rPr>
                <w:rFonts w:ascii="Times New Roman" w:hAnsi="Times New Roman"/>
                <w:b/>
              </w:rPr>
              <w:t>iczba godzin</w:t>
            </w:r>
            <w:r w:rsidR="0071620A" w:rsidRPr="00A04011">
              <w:rPr>
                <w:rFonts w:ascii="Times New Roman" w:hAnsi="Times New Roman"/>
                <w:b/>
              </w:rPr>
              <w:t xml:space="preserve"> </w:t>
            </w:r>
            <w:r w:rsidRPr="00A0401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A04011" w14:paraId="7B7C9620" w14:textId="77777777" w:rsidTr="00923D7D">
        <w:tc>
          <w:tcPr>
            <w:tcW w:w="4962" w:type="dxa"/>
          </w:tcPr>
          <w:p w14:paraId="5D00313F" w14:textId="77777777" w:rsidR="0085747A" w:rsidRPr="00A0401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G</w:t>
            </w:r>
            <w:r w:rsidR="0085747A" w:rsidRPr="00A04011">
              <w:rPr>
                <w:rFonts w:ascii="Times New Roman" w:hAnsi="Times New Roman"/>
              </w:rPr>
              <w:t xml:space="preserve">odziny </w:t>
            </w:r>
            <w:r w:rsidRPr="00A04011">
              <w:rPr>
                <w:rFonts w:ascii="Times New Roman" w:hAnsi="Times New Roman"/>
              </w:rPr>
              <w:t>kontaktowe</w:t>
            </w:r>
            <w:r w:rsidR="0085747A" w:rsidRPr="00A04011">
              <w:rPr>
                <w:rFonts w:ascii="Times New Roman" w:hAnsi="Times New Roman"/>
              </w:rPr>
              <w:t xml:space="preserve"> w</w:t>
            </w:r>
            <w:r w:rsidRPr="00A04011">
              <w:rPr>
                <w:rFonts w:ascii="Times New Roman" w:hAnsi="Times New Roman"/>
              </w:rPr>
              <w:t>ynikające</w:t>
            </w:r>
            <w:r w:rsidR="0085747A" w:rsidRPr="00A04011">
              <w:rPr>
                <w:rFonts w:ascii="Times New Roman" w:hAnsi="Times New Roman"/>
              </w:rPr>
              <w:t xml:space="preserve"> z</w:t>
            </w:r>
            <w:r w:rsidR="009C1331" w:rsidRPr="00A04011">
              <w:rPr>
                <w:rFonts w:ascii="Times New Roman" w:hAnsi="Times New Roman"/>
              </w:rPr>
              <w:t> </w:t>
            </w:r>
            <w:r w:rsidR="0045729E" w:rsidRPr="00A04011">
              <w:rPr>
                <w:rFonts w:ascii="Times New Roman" w:hAnsi="Times New Roman"/>
              </w:rPr>
              <w:t>harmonogramu</w:t>
            </w:r>
            <w:r w:rsidR="0085747A" w:rsidRPr="00A04011">
              <w:rPr>
                <w:rFonts w:ascii="Times New Roman" w:hAnsi="Times New Roman"/>
              </w:rPr>
              <w:t xml:space="preserve"> </w:t>
            </w:r>
            <w:r w:rsidRPr="00A04011">
              <w:rPr>
                <w:rFonts w:ascii="Times New Roman" w:hAnsi="Times New Roman"/>
              </w:rPr>
              <w:t>studiów</w:t>
            </w:r>
            <w:r w:rsidR="0045729E" w:rsidRPr="00A0401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6B6E2489" w14:textId="37A75125" w:rsidR="0085747A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04011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A04011" w14:paraId="5404CF3D" w14:textId="77777777" w:rsidTr="00923D7D">
        <w:tc>
          <w:tcPr>
            <w:tcW w:w="4962" w:type="dxa"/>
          </w:tcPr>
          <w:p w14:paraId="75983B4A" w14:textId="77777777" w:rsidR="00C61DC5" w:rsidRPr="00A0401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Inne z udziałem nauczyciela</w:t>
            </w:r>
            <w:r w:rsidR="0045729E" w:rsidRPr="00A04011">
              <w:rPr>
                <w:rFonts w:ascii="Times New Roman" w:hAnsi="Times New Roman"/>
              </w:rPr>
              <w:t xml:space="preserve"> akademickiego</w:t>
            </w:r>
          </w:p>
          <w:p w14:paraId="34CF0327" w14:textId="77777777" w:rsidR="00994920" w:rsidRPr="00A0401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(udział w konsultacjach, </w:t>
            </w:r>
          </w:p>
          <w:p w14:paraId="6C2774D9" w14:textId="45DFC680" w:rsidR="00C61DC5" w:rsidRPr="00A0401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egzaminie)</w:t>
            </w:r>
          </w:p>
        </w:tc>
        <w:tc>
          <w:tcPr>
            <w:tcW w:w="4677" w:type="dxa"/>
          </w:tcPr>
          <w:p w14:paraId="605A95F9" w14:textId="77777777" w:rsidR="00C61DC5" w:rsidRPr="00A04011" w:rsidRDefault="00C61DC5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023F2128" w14:textId="77777777" w:rsidR="00994920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3</w:t>
            </w:r>
          </w:p>
          <w:p w14:paraId="40BAA97C" w14:textId="4AE7BD65" w:rsidR="00994920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2</w:t>
            </w:r>
          </w:p>
        </w:tc>
      </w:tr>
      <w:tr w:rsidR="00C61DC5" w:rsidRPr="00A04011" w14:paraId="44717725" w14:textId="77777777" w:rsidTr="00923D7D">
        <w:tc>
          <w:tcPr>
            <w:tcW w:w="4962" w:type="dxa"/>
          </w:tcPr>
          <w:p w14:paraId="578F4527" w14:textId="77777777" w:rsidR="0071620A" w:rsidRPr="00A0401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Godziny niekontaktowe – praca własna studenta</w:t>
            </w:r>
          </w:p>
          <w:p w14:paraId="0C48141B" w14:textId="340B1762" w:rsidR="00994920" w:rsidRPr="00A0401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przygotowanie do zajęć, </w:t>
            </w:r>
          </w:p>
          <w:p w14:paraId="17E3FA0B" w14:textId="77777777" w:rsidR="00994920" w:rsidRPr="00A04011" w:rsidRDefault="009949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przygotowanie do </w:t>
            </w:r>
            <w:r w:rsidR="00C61DC5" w:rsidRPr="00A04011">
              <w:rPr>
                <w:rFonts w:ascii="Times New Roman" w:hAnsi="Times New Roman"/>
              </w:rPr>
              <w:t xml:space="preserve">egzaminu </w:t>
            </w:r>
          </w:p>
          <w:p w14:paraId="2E5CDBE2" w14:textId="15FE1BA1" w:rsidR="00C61DC5" w:rsidRPr="00A04011" w:rsidRDefault="00994920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opracowanie projektu </w:t>
            </w:r>
          </w:p>
        </w:tc>
        <w:tc>
          <w:tcPr>
            <w:tcW w:w="4677" w:type="dxa"/>
          </w:tcPr>
          <w:p w14:paraId="650DC130" w14:textId="77777777" w:rsidR="00994920" w:rsidRPr="00A04011" w:rsidRDefault="00994920" w:rsidP="00A0401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998099F" w14:textId="7DCA0171" w:rsidR="00994920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15</w:t>
            </w:r>
          </w:p>
          <w:p w14:paraId="0DB2BD55" w14:textId="09108AA9" w:rsidR="00994920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15</w:t>
            </w:r>
          </w:p>
          <w:p w14:paraId="3B6C4A76" w14:textId="29A76FAC" w:rsidR="00994920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20</w:t>
            </w:r>
          </w:p>
        </w:tc>
      </w:tr>
      <w:tr w:rsidR="0085747A" w:rsidRPr="00A04011" w14:paraId="5A6CBACB" w14:textId="77777777" w:rsidTr="00923D7D">
        <w:tc>
          <w:tcPr>
            <w:tcW w:w="4962" w:type="dxa"/>
          </w:tcPr>
          <w:p w14:paraId="4FF49DF5" w14:textId="77777777" w:rsidR="0085747A" w:rsidRPr="00A0401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765C9FD6" w14:textId="0C40D53E" w:rsidR="0085747A" w:rsidRPr="00A04011" w:rsidRDefault="00994920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>100</w:t>
            </w:r>
          </w:p>
        </w:tc>
      </w:tr>
      <w:tr w:rsidR="0085747A" w:rsidRPr="00A04011" w14:paraId="59A3F157" w14:textId="77777777" w:rsidTr="00923D7D">
        <w:tc>
          <w:tcPr>
            <w:tcW w:w="4962" w:type="dxa"/>
          </w:tcPr>
          <w:p w14:paraId="1846E6E0" w14:textId="77777777" w:rsidR="0085747A" w:rsidRPr="00A0401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0401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313CCC7" w14:textId="77777777" w:rsidR="0085747A" w:rsidRPr="00A04011" w:rsidRDefault="00733DDE" w:rsidP="00CB7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04011">
              <w:rPr>
                <w:rFonts w:ascii="Times New Roman" w:hAnsi="Times New Roman"/>
                <w:b/>
              </w:rPr>
              <w:t>4</w:t>
            </w:r>
          </w:p>
        </w:tc>
      </w:tr>
    </w:tbl>
    <w:p w14:paraId="016E8AF9" w14:textId="77777777" w:rsidR="0085747A" w:rsidRPr="00A0401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A04011">
        <w:rPr>
          <w:b w:val="0"/>
          <w:i/>
          <w:smallCaps w:val="0"/>
          <w:sz w:val="22"/>
        </w:rPr>
        <w:t xml:space="preserve">* </w:t>
      </w:r>
      <w:r w:rsidR="00C61DC5" w:rsidRPr="00A0401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8D6294F" w14:textId="77777777" w:rsidR="003E1941" w:rsidRPr="00A0401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1AFB6DAE" w14:textId="77777777" w:rsidR="0085747A" w:rsidRPr="00A04011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A04011">
        <w:rPr>
          <w:smallCaps w:val="0"/>
          <w:sz w:val="22"/>
        </w:rPr>
        <w:t xml:space="preserve">6. </w:t>
      </w:r>
      <w:r w:rsidR="0085747A" w:rsidRPr="00A04011">
        <w:rPr>
          <w:smallCaps w:val="0"/>
          <w:sz w:val="22"/>
        </w:rPr>
        <w:t>PRAKTYKI ZAWO</w:t>
      </w:r>
      <w:r w:rsidR="009C1331" w:rsidRPr="00A04011">
        <w:rPr>
          <w:smallCaps w:val="0"/>
          <w:sz w:val="22"/>
        </w:rPr>
        <w:t>DOWE W RAMACH PRZEDMIOTU</w:t>
      </w:r>
    </w:p>
    <w:p w14:paraId="3AAB711C" w14:textId="77777777" w:rsidR="0085747A" w:rsidRPr="00A0401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04011" w14:paraId="3B27E11E" w14:textId="77777777" w:rsidTr="00A04011">
        <w:trPr>
          <w:trHeight w:val="397"/>
        </w:trPr>
        <w:tc>
          <w:tcPr>
            <w:tcW w:w="3544" w:type="dxa"/>
          </w:tcPr>
          <w:p w14:paraId="5E1F068A" w14:textId="77777777" w:rsidR="0085747A" w:rsidRPr="00A0401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74AC9AD" w14:textId="77777777" w:rsidR="0085747A" w:rsidRPr="00A0401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A04011" w14:paraId="66675007" w14:textId="77777777" w:rsidTr="00A04011">
        <w:trPr>
          <w:trHeight w:val="397"/>
        </w:trPr>
        <w:tc>
          <w:tcPr>
            <w:tcW w:w="3544" w:type="dxa"/>
          </w:tcPr>
          <w:p w14:paraId="03F40BA0" w14:textId="77777777" w:rsidR="0085747A" w:rsidRPr="00A0401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6EB6CB" w14:textId="77777777" w:rsidR="0085747A" w:rsidRPr="00A0401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247604EC" w14:textId="731B492C" w:rsidR="00A04011" w:rsidRDefault="00A0401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30A633BB" w14:textId="3CEA85BE" w:rsidR="003E1941" w:rsidRPr="00A04011" w:rsidRDefault="00A04011" w:rsidP="00A04011">
      <w:pPr>
        <w:spacing w:after="0" w:line="240" w:lineRule="auto"/>
        <w:rPr>
          <w:rFonts w:ascii="Times New Roman" w:hAnsi="Times New Roman"/>
        </w:rPr>
      </w:pPr>
      <w:r>
        <w:rPr>
          <w:b/>
          <w:smallCaps/>
        </w:rPr>
        <w:br w:type="page"/>
      </w:r>
    </w:p>
    <w:p w14:paraId="5EA7862F" w14:textId="77777777" w:rsidR="0085747A" w:rsidRPr="00A0401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A04011">
        <w:rPr>
          <w:smallCaps w:val="0"/>
          <w:sz w:val="22"/>
        </w:rPr>
        <w:lastRenderedPageBreak/>
        <w:t xml:space="preserve">7. </w:t>
      </w:r>
      <w:r w:rsidR="0085747A" w:rsidRPr="00A04011">
        <w:rPr>
          <w:smallCaps w:val="0"/>
          <w:sz w:val="22"/>
        </w:rPr>
        <w:t>LITERATURA</w:t>
      </w:r>
      <w:r w:rsidRPr="00A04011">
        <w:rPr>
          <w:smallCaps w:val="0"/>
          <w:sz w:val="22"/>
        </w:rPr>
        <w:t xml:space="preserve"> </w:t>
      </w:r>
    </w:p>
    <w:p w14:paraId="5BD3989B" w14:textId="77777777" w:rsidR="00675843" w:rsidRPr="00A0401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04011" w14:paraId="0DE7184B" w14:textId="77777777" w:rsidTr="00A04011">
        <w:trPr>
          <w:trHeight w:val="397"/>
        </w:trPr>
        <w:tc>
          <w:tcPr>
            <w:tcW w:w="7513" w:type="dxa"/>
          </w:tcPr>
          <w:p w14:paraId="460DC6ED" w14:textId="76218C4F" w:rsidR="0085747A" w:rsidRDefault="0085747A" w:rsidP="00CB765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A04011">
              <w:rPr>
                <w:smallCaps w:val="0"/>
                <w:sz w:val="22"/>
              </w:rPr>
              <w:t>Literatura podstawowa:</w:t>
            </w:r>
          </w:p>
          <w:p w14:paraId="0010B4C7" w14:textId="77777777" w:rsidR="00A04011" w:rsidRPr="00A04011" w:rsidRDefault="00A04011" w:rsidP="00CB765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14:paraId="19954067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A04011">
              <w:rPr>
                <w:rFonts w:ascii="Times New Roman" w:hAnsi="Times New Roman"/>
              </w:rPr>
              <w:t>Babbie</w:t>
            </w:r>
            <w:proofErr w:type="spellEnd"/>
            <w:r w:rsidRPr="00A04011">
              <w:rPr>
                <w:rFonts w:ascii="Times New Roman" w:hAnsi="Times New Roman"/>
              </w:rPr>
              <w:t xml:space="preserve"> E, </w:t>
            </w:r>
            <w:r w:rsidRPr="00A04011">
              <w:rPr>
                <w:rFonts w:ascii="Times New Roman" w:hAnsi="Times New Roman"/>
                <w:i/>
              </w:rPr>
              <w:t>Podstawy badań społecznych</w:t>
            </w:r>
            <w:r w:rsidRPr="00A04011">
              <w:rPr>
                <w:rFonts w:ascii="Times New Roman" w:hAnsi="Times New Roman"/>
              </w:rPr>
              <w:t>, Warszawa 2008</w:t>
            </w:r>
          </w:p>
          <w:p w14:paraId="0DD45BC7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A04011">
              <w:rPr>
                <w:rFonts w:ascii="Times New Roman" w:hAnsi="Times New Roman"/>
              </w:rPr>
              <w:t>Babbie</w:t>
            </w:r>
            <w:proofErr w:type="spellEnd"/>
            <w:r w:rsidRPr="00A04011">
              <w:rPr>
                <w:rFonts w:ascii="Times New Roman" w:hAnsi="Times New Roman"/>
              </w:rPr>
              <w:t xml:space="preserve"> E., </w:t>
            </w:r>
            <w:r w:rsidRPr="00A04011">
              <w:rPr>
                <w:rFonts w:ascii="Times New Roman" w:hAnsi="Times New Roman"/>
                <w:i/>
              </w:rPr>
              <w:t>Badania społeczne w praktyce</w:t>
            </w:r>
            <w:r w:rsidRPr="00A04011">
              <w:rPr>
                <w:rFonts w:ascii="Times New Roman" w:hAnsi="Times New Roman"/>
              </w:rPr>
              <w:t>, Warszawa 2007</w:t>
            </w:r>
          </w:p>
          <w:p w14:paraId="26D1A927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A04011">
              <w:rPr>
                <w:rFonts w:ascii="Times New Roman" w:hAnsi="Times New Roman"/>
              </w:rPr>
              <w:t>Kawcki</w:t>
            </w:r>
            <w:proofErr w:type="spellEnd"/>
            <w:r w:rsidRPr="00A04011">
              <w:rPr>
                <w:rFonts w:ascii="Times New Roman" w:hAnsi="Times New Roman"/>
              </w:rPr>
              <w:t xml:space="preserve"> I., </w:t>
            </w:r>
            <w:r w:rsidRPr="00A04011">
              <w:rPr>
                <w:rFonts w:ascii="Times New Roman" w:hAnsi="Times New Roman"/>
                <w:i/>
              </w:rPr>
              <w:t>Szkice z metodologii jakościowych badań edukacyjnych</w:t>
            </w:r>
            <w:r w:rsidRPr="00A04011">
              <w:rPr>
                <w:rFonts w:ascii="Times New Roman" w:hAnsi="Times New Roman"/>
              </w:rPr>
              <w:t>, Rzeszów 2019</w:t>
            </w:r>
          </w:p>
          <w:p w14:paraId="5452F810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Łobocki M., </w:t>
            </w:r>
            <w:r w:rsidRPr="00A04011">
              <w:rPr>
                <w:rFonts w:ascii="Times New Roman" w:hAnsi="Times New Roman"/>
                <w:i/>
              </w:rPr>
              <w:t>Metody i techniki badań pedagogicznych</w:t>
            </w:r>
            <w:r w:rsidRPr="00A04011">
              <w:rPr>
                <w:rFonts w:ascii="Times New Roman" w:hAnsi="Times New Roman"/>
              </w:rPr>
              <w:t>, Kraków 2000</w:t>
            </w:r>
          </w:p>
          <w:p w14:paraId="0E034ED0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Frankfort – </w:t>
            </w:r>
            <w:proofErr w:type="spellStart"/>
            <w:r w:rsidRPr="00A04011">
              <w:rPr>
                <w:rFonts w:ascii="Times New Roman" w:hAnsi="Times New Roman"/>
              </w:rPr>
              <w:t>Nachmias</w:t>
            </w:r>
            <w:proofErr w:type="spellEnd"/>
            <w:r w:rsidRPr="00A04011">
              <w:rPr>
                <w:rFonts w:ascii="Times New Roman" w:hAnsi="Times New Roman"/>
              </w:rPr>
              <w:t xml:space="preserve"> Ch., </w:t>
            </w:r>
            <w:proofErr w:type="spellStart"/>
            <w:r w:rsidRPr="00A04011">
              <w:rPr>
                <w:rFonts w:ascii="Times New Roman" w:hAnsi="Times New Roman"/>
              </w:rPr>
              <w:t>Nachmias</w:t>
            </w:r>
            <w:proofErr w:type="spellEnd"/>
            <w:r w:rsidRPr="00A04011">
              <w:rPr>
                <w:rFonts w:ascii="Times New Roman" w:hAnsi="Times New Roman"/>
              </w:rPr>
              <w:t xml:space="preserve"> D</w:t>
            </w:r>
            <w:r w:rsidRPr="00A04011">
              <w:rPr>
                <w:rFonts w:ascii="Times New Roman" w:hAnsi="Times New Roman"/>
                <w:i/>
              </w:rPr>
              <w:t>., Metody badawcze w naukach społecznych</w:t>
            </w:r>
            <w:r w:rsidRPr="00A04011">
              <w:rPr>
                <w:rFonts w:ascii="Times New Roman" w:hAnsi="Times New Roman"/>
              </w:rPr>
              <w:t>, Poznań 2001</w:t>
            </w:r>
          </w:p>
          <w:p w14:paraId="2FF3429A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Palka S., </w:t>
            </w:r>
            <w:r w:rsidRPr="00A04011">
              <w:rPr>
                <w:rFonts w:ascii="Times New Roman" w:hAnsi="Times New Roman"/>
                <w:i/>
              </w:rPr>
              <w:t>Podstawy metodologii badań w pedagogice</w:t>
            </w:r>
            <w:r w:rsidRPr="00A04011">
              <w:rPr>
                <w:rFonts w:ascii="Times New Roman" w:hAnsi="Times New Roman"/>
              </w:rPr>
              <w:t>, Gdańsk 2010</w:t>
            </w:r>
          </w:p>
          <w:p w14:paraId="224EDAE6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Palka S., </w:t>
            </w:r>
            <w:r w:rsidRPr="00A04011">
              <w:rPr>
                <w:rFonts w:ascii="Times New Roman" w:hAnsi="Times New Roman"/>
                <w:i/>
              </w:rPr>
              <w:t>Metodologia, Badania, Praktyka pedagogiczna</w:t>
            </w:r>
            <w:r w:rsidRPr="00A04011">
              <w:rPr>
                <w:rFonts w:ascii="Times New Roman" w:hAnsi="Times New Roman"/>
              </w:rPr>
              <w:t>, Gdańsk 2006</w:t>
            </w:r>
          </w:p>
          <w:p w14:paraId="440B501A" w14:textId="1E805932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Pilch T., Bauman T., </w:t>
            </w:r>
            <w:r w:rsidRPr="00A04011">
              <w:rPr>
                <w:rFonts w:ascii="Times New Roman" w:hAnsi="Times New Roman"/>
                <w:i/>
              </w:rPr>
              <w:t>Zasady badań pedagogicznych, strategie ilościowe i</w:t>
            </w:r>
            <w:r w:rsidR="00A04011">
              <w:rPr>
                <w:rFonts w:ascii="Times New Roman" w:hAnsi="Times New Roman"/>
                <w:i/>
              </w:rPr>
              <w:t> </w:t>
            </w:r>
            <w:r w:rsidRPr="00A04011">
              <w:rPr>
                <w:rFonts w:ascii="Times New Roman" w:hAnsi="Times New Roman"/>
                <w:i/>
              </w:rPr>
              <w:t>jakościowe,</w:t>
            </w:r>
            <w:r w:rsidRPr="00A04011">
              <w:rPr>
                <w:rFonts w:ascii="Times New Roman" w:hAnsi="Times New Roman"/>
              </w:rPr>
              <w:t xml:space="preserve"> Warszawa 2001</w:t>
            </w:r>
          </w:p>
          <w:p w14:paraId="5F9262D9" w14:textId="76C022FE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r w:rsidRPr="00A04011">
              <w:rPr>
                <w:rFonts w:ascii="Times New Roman" w:hAnsi="Times New Roman"/>
              </w:rPr>
              <w:t xml:space="preserve">Rubacha, K., </w:t>
            </w:r>
            <w:r w:rsidRPr="00A04011">
              <w:rPr>
                <w:rFonts w:ascii="Times New Roman" w:hAnsi="Times New Roman"/>
                <w:i/>
              </w:rPr>
              <w:t>Metodologia badań nad edukacją</w:t>
            </w:r>
            <w:r w:rsidRPr="00A04011">
              <w:rPr>
                <w:rFonts w:ascii="Times New Roman" w:hAnsi="Times New Roman"/>
              </w:rPr>
              <w:t>, Warszawa 2008</w:t>
            </w:r>
          </w:p>
        </w:tc>
      </w:tr>
      <w:tr w:rsidR="0085747A" w:rsidRPr="00A04011" w14:paraId="722B55C7" w14:textId="77777777" w:rsidTr="00A04011">
        <w:trPr>
          <w:trHeight w:val="397"/>
        </w:trPr>
        <w:tc>
          <w:tcPr>
            <w:tcW w:w="7513" w:type="dxa"/>
          </w:tcPr>
          <w:p w14:paraId="629E7F05" w14:textId="7D1E14D1" w:rsidR="0085747A" w:rsidRPr="00A04011" w:rsidRDefault="0085747A" w:rsidP="00CB765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A04011">
              <w:rPr>
                <w:smallCaps w:val="0"/>
                <w:sz w:val="22"/>
              </w:rPr>
              <w:t xml:space="preserve">Literatura uzupełniająca: </w:t>
            </w:r>
          </w:p>
          <w:p w14:paraId="06117F0E" w14:textId="77777777" w:rsidR="00A04011" w:rsidRPr="00A04011" w:rsidRDefault="00A04011" w:rsidP="00CB7654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14:paraId="6824E38C" w14:textId="77777777" w:rsidR="00994920" w:rsidRPr="00A04011" w:rsidRDefault="00994920" w:rsidP="00CB7654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Konecki K., </w:t>
            </w:r>
            <w:r w:rsidRPr="00A04011">
              <w:rPr>
                <w:b w:val="0"/>
                <w:i/>
                <w:smallCaps w:val="0"/>
                <w:sz w:val="22"/>
              </w:rPr>
              <w:t>Studia a metodologii badań jakościowych</w:t>
            </w:r>
            <w:r w:rsidRPr="00A04011">
              <w:rPr>
                <w:b w:val="0"/>
                <w:smallCaps w:val="0"/>
                <w:sz w:val="22"/>
              </w:rPr>
              <w:t>, Warszawa 2000</w:t>
            </w:r>
          </w:p>
          <w:p w14:paraId="6A3A66E5" w14:textId="77777777" w:rsidR="00994920" w:rsidRPr="00A04011" w:rsidRDefault="00994920" w:rsidP="00CB7654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A04011">
              <w:rPr>
                <w:rFonts w:ascii="Times New Roman" w:hAnsi="Times New Roman"/>
              </w:rPr>
              <w:t>Maszke</w:t>
            </w:r>
            <w:proofErr w:type="spellEnd"/>
            <w:r w:rsidRPr="00A04011">
              <w:rPr>
                <w:rFonts w:ascii="Times New Roman" w:hAnsi="Times New Roman"/>
              </w:rPr>
              <w:t xml:space="preserve"> A.W., </w:t>
            </w:r>
            <w:r w:rsidRPr="00A04011">
              <w:rPr>
                <w:rFonts w:ascii="Times New Roman" w:hAnsi="Times New Roman"/>
                <w:i/>
              </w:rPr>
              <w:t>Metody i techniki badań pedagogicznych</w:t>
            </w:r>
            <w:r w:rsidRPr="00A04011">
              <w:rPr>
                <w:rFonts w:ascii="Times New Roman" w:hAnsi="Times New Roman"/>
              </w:rPr>
              <w:t>, Rzeszów 2008</w:t>
            </w:r>
          </w:p>
          <w:p w14:paraId="759BB994" w14:textId="5D8A54C1" w:rsidR="00994920" w:rsidRPr="00A04011" w:rsidRDefault="00994920" w:rsidP="00CB7654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r w:rsidRPr="00A04011">
              <w:rPr>
                <w:b w:val="0"/>
                <w:smallCaps w:val="0"/>
                <w:sz w:val="22"/>
              </w:rPr>
              <w:t xml:space="preserve">Schuman H., </w:t>
            </w:r>
            <w:r w:rsidRPr="00A04011">
              <w:rPr>
                <w:b w:val="0"/>
                <w:i/>
                <w:smallCaps w:val="0"/>
                <w:sz w:val="22"/>
              </w:rPr>
              <w:t>Metoda i znaczenie w badaniach sondażow</w:t>
            </w:r>
            <w:r w:rsidRPr="00A04011">
              <w:rPr>
                <w:b w:val="0"/>
                <w:smallCaps w:val="0"/>
                <w:sz w:val="22"/>
              </w:rPr>
              <w:t>ych, Warszawa 2000</w:t>
            </w:r>
          </w:p>
        </w:tc>
      </w:tr>
    </w:tbl>
    <w:p w14:paraId="0386AC9B" w14:textId="77777777" w:rsidR="0085747A" w:rsidRPr="00A0401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0986CC8" w14:textId="77777777" w:rsidR="0085747A" w:rsidRPr="00A0401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52921084" w14:textId="77777777" w:rsidR="0085747A" w:rsidRPr="00A0401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A04011">
        <w:rPr>
          <w:smallCaps w:val="0"/>
          <w:sz w:val="22"/>
        </w:rPr>
        <w:t>Akceptacja Kierownika Jednostki lub osoby upoważnionej</w:t>
      </w:r>
    </w:p>
    <w:sectPr w:rsidR="0085747A" w:rsidRPr="00A040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2174C" w14:textId="77777777" w:rsidR="00DD13F1" w:rsidRDefault="00DD13F1" w:rsidP="00C16ABF">
      <w:pPr>
        <w:spacing w:after="0" w:line="240" w:lineRule="auto"/>
      </w:pPr>
      <w:r>
        <w:separator/>
      </w:r>
    </w:p>
  </w:endnote>
  <w:endnote w:type="continuationSeparator" w:id="0">
    <w:p w14:paraId="7312E84B" w14:textId="77777777" w:rsidR="00DD13F1" w:rsidRDefault="00DD13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6F7F6" w14:textId="77777777" w:rsidR="00DD13F1" w:rsidRDefault="00DD13F1" w:rsidP="00C16ABF">
      <w:pPr>
        <w:spacing w:after="0" w:line="240" w:lineRule="auto"/>
      </w:pPr>
      <w:r>
        <w:separator/>
      </w:r>
    </w:p>
  </w:footnote>
  <w:footnote w:type="continuationSeparator" w:id="0">
    <w:p w14:paraId="26338604" w14:textId="77777777" w:rsidR="00DD13F1" w:rsidRDefault="00DD13F1" w:rsidP="00C16ABF">
      <w:pPr>
        <w:spacing w:after="0" w:line="240" w:lineRule="auto"/>
      </w:pPr>
      <w:r>
        <w:continuationSeparator/>
      </w:r>
    </w:p>
  </w:footnote>
  <w:footnote w:id="1">
    <w:p w14:paraId="6D769BF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D475E9"/>
    <w:multiLevelType w:val="hybridMultilevel"/>
    <w:tmpl w:val="49FA6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3AEF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1F3C"/>
    <w:rsid w:val="000A296F"/>
    <w:rsid w:val="000A2A28"/>
    <w:rsid w:val="000B192D"/>
    <w:rsid w:val="000B28EE"/>
    <w:rsid w:val="000B3E37"/>
    <w:rsid w:val="000D04B0"/>
    <w:rsid w:val="000D189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A7C3E"/>
    <w:rsid w:val="001D44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36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B1D"/>
    <w:rsid w:val="003C0BAE"/>
    <w:rsid w:val="003D18A9"/>
    <w:rsid w:val="003D6CE2"/>
    <w:rsid w:val="003E1941"/>
    <w:rsid w:val="003E2FE6"/>
    <w:rsid w:val="003E49D5"/>
    <w:rsid w:val="003F25AF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848C7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1677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442"/>
    <w:rsid w:val="00675843"/>
    <w:rsid w:val="00685D89"/>
    <w:rsid w:val="00696477"/>
    <w:rsid w:val="006B11D2"/>
    <w:rsid w:val="006B6B58"/>
    <w:rsid w:val="006C54AB"/>
    <w:rsid w:val="006D050F"/>
    <w:rsid w:val="006D6139"/>
    <w:rsid w:val="006E5D65"/>
    <w:rsid w:val="006F1282"/>
    <w:rsid w:val="006F1FBC"/>
    <w:rsid w:val="006F31E2"/>
    <w:rsid w:val="006F6778"/>
    <w:rsid w:val="00703947"/>
    <w:rsid w:val="00706544"/>
    <w:rsid w:val="007072BA"/>
    <w:rsid w:val="0071620A"/>
    <w:rsid w:val="00724677"/>
    <w:rsid w:val="00725459"/>
    <w:rsid w:val="007327BD"/>
    <w:rsid w:val="00733DDE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413C"/>
    <w:rsid w:val="00994920"/>
    <w:rsid w:val="00997F14"/>
    <w:rsid w:val="009A78CD"/>
    <w:rsid w:val="009A78D9"/>
    <w:rsid w:val="009C1331"/>
    <w:rsid w:val="009C3E31"/>
    <w:rsid w:val="009C54AE"/>
    <w:rsid w:val="009C788E"/>
    <w:rsid w:val="009D6FFA"/>
    <w:rsid w:val="009E3B41"/>
    <w:rsid w:val="009F3C5C"/>
    <w:rsid w:val="009F4610"/>
    <w:rsid w:val="00A00ECC"/>
    <w:rsid w:val="00A04011"/>
    <w:rsid w:val="00A13674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6BF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328C"/>
    <w:rsid w:val="00C67E92"/>
    <w:rsid w:val="00C70A26"/>
    <w:rsid w:val="00C766DF"/>
    <w:rsid w:val="00C94B98"/>
    <w:rsid w:val="00CA2B96"/>
    <w:rsid w:val="00CA5089"/>
    <w:rsid w:val="00CA773C"/>
    <w:rsid w:val="00CB42CB"/>
    <w:rsid w:val="00CB7654"/>
    <w:rsid w:val="00CD6897"/>
    <w:rsid w:val="00CE36CA"/>
    <w:rsid w:val="00CE5BAC"/>
    <w:rsid w:val="00CE5F13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6A4A"/>
    <w:rsid w:val="00D74119"/>
    <w:rsid w:val="00D8075B"/>
    <w:rsid w:val="00D8678B"/>
    <w:rsid w:val="00DA2114"/>
    <w:rsid w:val="00DA4EBE"/>
    <w:rsid w:val="00DD13F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947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2FC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E1BE3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779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7B83-A978-4A6C-B1B2-7C1DC863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</cp:lastModifiedBy>
  <cp:revision>3</cp:revision>
  <cp:lastPrinted>2019-02-06T12:12:00Z</cp:lastPrinted>
  <dcterms:created xsi:type="dcterms:W3CDTF">2021-01-11T13:56:00Z</dcterms:created>
  <dcterms:modified xsi:type="dcterms:W3CDTF">2021-01-11T13:56:00Z</dcterms:modified>
</cp:coreProperties>
</file>